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844F2" w14:textId="77777777" w:rsidR="009177CA" w:rsidRDefault="009177CA" w:rsidP="009177C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5D9D9D9" w14:textId="77777777" w:rsidR="009177CA" w:rsidRDefault="009177CA" w:rsidP="009177C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871CD2" w14:textId="77777777" w:rsidR="009177CA" w:rsidRDefault="009177C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769669A" w14:textId="77777777" w:rsidR="0085747A" w:rsidRPr="00EB1F4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1F4A">
        <w:rPr>
          <w:rFonts w:ascii="Corbel" w:hAnsi="Corbel"/>
          <w:b/>
          <w:smallCaps/>
          <w:sz w:val="24"/>
          <w:szCs w:val="24"/>
        </w:rPr>
        <w:t>SYLABUS</w:t>
      </w:r>
    </w:p>
    <w:p w14:paraId="6191F245" w14:textId="324436D6" w:rsidR="0085747A" w:rsidRPr="00EB1F4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B1F4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B1F4A">
        <w:rPr>
          <w:rFonts w:ascii="Corbel" w:hAnsi="Corbel"/>
          <w:b/>
          <w:smallCaps/>
          <w:sz w:val="24"/>
          <w:szCs w:val="24"/>
        </w:rPr>
        <w:t xml:space="preserve"> </w:t>
      </w:r>
      <w:r w:rsidR="009D2757" w:rsidRPr="00EB1F4A">
        <w:rPr>
          <w:rFonts w:ascii="Corbel" w:hAnsi="Corbel"/>
          <w:b/>
          <w:smallCaps/>
          <w:sz w:val="24"/>
          <w:szCs w:val="24"/>
        </w:rPr>
        <w:t>202</w:t>
      </w:r>
      <w:r w:rsidR="002A50B8">
        <w:rPr>
          <w:rFonts w:ascii="Corbel" w:hAnsi="Corbel"/>
          <w:b/>
          <w:smallCaps/>
          <w:sz w:val="24"/>
          <w:szCs w:val="24"/>
        </w:rPr>
        <w:t>5</w:t>
      </w:r>
      <w:r w:rsidR="00613BD4">
        <w:rPr>
          <w:rFonts w:ascii="Corbel" w:hAnsi="Corbel"/>
          <w:b/>
          <w:smallCaps/>
          <w:sz w:val="24"/>
          <w:szCs w:val="24"/>
        </w:rPr>
        <w:t>-</w:t>
      </w:r>
      <w:r w:rsidR="009D2757" w:rsidRPr="00EB1F4A">
        <w:rPr>
          <w:rFonts w:ascii="Corbel" w:hAnsi="Corbel"/>
          <w:b/>
          <w:smallCaps/>
          <w:sz w:val="24"/>
          <w:szCs w:val="24"/>
        </w:rPr>
        <w:t>202</w:t>
      </w:r>
      <w:r w:rsidR="002A50B8">
        <w:rPr>
          <w:rFonts w:ascii="Corbel" w:hAnsi="Corbel"/>
          <w:b/>
          <w:smallCaps/>
          <w:sz w:val="24"/>
          <w:szCs w:val="24"/>
        </w:rPr>
        <w:t>3</w:t>
      </w:r>
    </w:p>
    <w:p w14:paraId="37081B95" w14:textId="5BA5B54F" w:rsidR="00445970" w:rsidRPr="00EB1F4A" w:rsidRDefault="00445970" w:rsidP="00C6397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 xml:space="preserve">Rok akademicki   </w:t>
      </w:r>
      <w:r w:rsidR="009D2757" w:rsidRPr="00EB1F4A">
        <w:rPr>
          <w:rFonts w:ascii="Corbel" w:hAnsi="Corbel"/>
          <w:sz w:val="24"/>
          <w:szCs w:val="24"/>
        </w:rPr>
        <w:t>202</w:t>
      </w:r>
      <w:r w:rsidR="002A50B8">
        <w:rPr>
          <w:rFonts w:ascii="Corbel" w:hAnsi="Corbel"/>
          <w:sz w:val="24"/>
          <w:szCs w:val="24"/>
        </w:rPr>
        <w:t>6</w:t>
      </w:r>
      <w:r w:rsidR="00C63976" w:rsidRPr="00EB1F4A">
        <w:rPr>
          <w:rFonts w:ascii="Corbel" w:hAnsi="Corbel"/>
          <w:sz w:val="24"/>
          <w:szCs w:val="24"/>
        </w:rPr>
        <w:t>/202</w:t>
      </w:r>
      <w:r w:rsidR="002A50B8">
        <w:rPr>
          <w:rFonts w:ascii="Corbel" w:hAnsi="Corbel"/>
          <w:sz w:val="24"/>
          <w:szCs w:val="24"/>
        </w:rPr>
        <w:t>7</w:t>
      </w:r>
      <w:r w:rsidR="00C63976" w:rsidRPr="00EB1F4A">
        <w:rPr>
          <w:rFonts w:ascii="Corbel" w:hAnsi="Corbel"/>
          <w:sz w:val="24"/>
          <w:szCs w:val="24"/>
        </w:rPr>
        <w:t xml:space="preserve"> oraz 202</w:t>
      </w:r>
      <w:r w:rsidR="002A50B8">
        <w:rPr>
          <w:rFonts w:ascii="Corbel" w:hAnsi="Corbel"/>
          <w:sz w:val="24"/>
          <w:szCs w:val="24"/>
        </w:rPr>
        <w:t>7</w:t>
      </w:r>
      <w:r w:rsidR="009D2757" w:rsidRPr="00EB1F4A">
        <w:rPr>
          <w:rFonts w:ascii="Corbel" w:hAnsi="Corbel"/>
          <w:sz w:val="24"/>
          <w:szCs w:val="24"/>
        </w:rPr>
        <w:t>/202</w:t>
      </w:r>
      <w:r w:rsidR="002A50B8">
        <w:rPr>
          <w:rFonts w:ascii="Corbel" w:hAnsi="Corbel"/>
          <w:sz w:val="24"/>
          <w:szCs w:val="24"/>
        </w:rPr>
        <w:t>8</w:t>
      </w:r>
    </w:p>
    <w:p w14:paraId="4D16E6CA" w14:textId="77777777" w:rsidR="0085747A" w:rsidRPr="00EB1F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A0AE0D" w14:textId="77777777" w:rsidR="0085747A" w:rsidRPr="00EB1F4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B1F4A">
        <w:rPr>
          <w:rFonts w:ascii="Corbel" w:hAnsi="Corbel"/>
          <w:szCs w:val="24"/>
        </w:rPr>
        <w:t xml:space="preserve">1. </w:t>
      </w:r>
      <w:r w:rsidR="0085747A" w:rsidRPr="00EB1F4A">
        <w:rPr>
          <w:rFonts w:ascii="Corbel" w:hAnsi="Corbel"/>
          <w:szCs w:val="24"/>
        </w:rPr>
        <w:t xml:space="preserve">Podstawowe </w:t>
      </w:r>
      <w:r w:rsidR="00445970" w:rsidRPr="00EB1F4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B1F4A" w14:paraId="00E7AEF3" w14:textId="77777777" w:rsidTr="00B819C8">
        <w:tc>
          <w:tcPr>
            <w:tcW w:w="2694" w:type="dxa"/>
            <w:vAlign w:val="center"/>
          </w:tcPr>
          <w:p w14:paraId="6941D3F4" w14:textId="77777777" w:rsidR="0085747A" w:rsidRPr="00EB1F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6D306E" w14:textId="77777777" w:rsidR="0085747A" w:rsidRPr="00EB1F4A" w:rsidRDefault="00611099" w:rsidP="009D1C7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trening twórczości osób z niepełnosprawnością intelektualną: biblioterapia</w:t>
            </w:r>
          </w:p>
        </w:tc>
      </w:tr>
      <w:tr w:rsidR="0085747A" w:rsidRPr="00EB1F4A" w14:paraId="2347BE3A" w14:textId="77777777" w:rsidTr="00B819C8">
        <w:tc>
          <w:tcPr>
            <w:tcW w:w="2694" w:type="dxa"/>
            <w:vAlign w:val="center"/>
          </w:tcPr>
          <w:p w14:paraId="532F6297" w14:textId="77777777" w:rsidR="0085747A" w:rsidRPr="00EB1F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B1F4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E60B2E" w14:textId="77777777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B1F4A" w14:paraId="078FE92F" w14:textId="77777777" w:rsidTr="00B819C8">
        <w:tc>
          <w:tcPr>
            <w:tcW w:w="2694" w:type="dxa"/>
            <w:vAlign w:val="center"/>
          </w:tcPr>
          <w:p w14:paraId="12597ABC" w14:textId="77777777" w:rsidR="0085747A" w:rsidRPr="00EB1F4A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N</w:t>
            </w:r>
            <w:r w:rsidR="0085747A" w:rsidRPr="00EB1F4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B1F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C6329A" w14:textId="455B0E27" w:rsidR="0085747A" w:rsidRPr="00EB1F4A" w:rsidRDefault="002A50B8" w:rsidP="006110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EB1F4A" w14:paraId="11D2DC69" w14:textId="77777777" w:rsidTr="00B819C8">
        <w:tc>
          <w:tcPr>
            <w:tcW w:w="2694" w:type="dxa"/>
            <w:vAlign w:val="center"/>
          </w:tcPr>
          <w:p w14:paraId="36F15C22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6856B2" w14:textId="77777777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A42576" w:rsidRPr="00EB1F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B1F4A" w14:paraId="773ACACD" w14:textId="77777777" w:rsidTr="00B819C8">
        <w:tc>
          <w:tcPr>
            <w:tcW w:w="2694" w:type="dxa"/>
            <w:vAlign w:val="center"/>
          </w:tcPr>
          <w:p w14:paraId="615E5147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610647" w14:textId="77777777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B1F4A" w14:paraId="593AC3E0" w14:textId="77777777" w:rsidTr="00B819C8">
        <w:tc>
          <w:tcPr>
            <w:tcW w:w="2694" w:type="dxa"/>
            <w:vAlign w:val="center"/>
          </w:tcPr>
          <w:p w14:paraId="258301CD" w14:textId="77777777" w:rsidR="0085747A" w:rsidRPr="00EB1F4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E8DB88" w14:textId="77777777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42576" w:rsidRPr="00EB1F4A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42576" w:rsidRPr="00EB1F4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EB1F4A" w14:paraId="0FEAC599" w14:textId="77777777" w:rsidTr="00B819C8">
        <w:tc>
          <w:tcPr>
            <w:tcW w:w="2694" w:type="dxa"/>
            <w:vAlign w:val="center"/>
          </w:tcPr>
          <w:p w14:paraId="3E794F8D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EDB2A2" w14:textId="325A3765" w:rsidR="0085747A" w:rsidRPr="00EB1F4A" w:rsidRDefault="002A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265C" w:rsidRPr="00EB1F4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EB1F4A" w14:paraId="0FBB2B46" w14:textId="77777777" w:rsidTr="00B819C8">
        <w:tc>
          <w:tcPr>
            <w:tcW w:w="2694" w:type="dxa"/>
            <w:vAlign w:val="center"/>
          </w:tcPr>
          <w:p w14:paraId="3CAB42C4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D3E49" w14:textId="6B9CA2C3" w:rsidR="0085747A" w:rsidRPr="00EB1F4A" w:rsidRDefault="002A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A265C" w:rsidRPr="00EB1F4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2676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EB1F4A" w14:paraId="26E29908" w14:textId="77777777" w:rsidTr="00B819C8">
        <w:tc>
          <w:tcPr>
            <w:tcW w:w="2694" w:type="dxa"/>
            <w:vAlign w:val="center"/>
          </w:tcPr>
          <w:p w14:paraId="1A77CB1D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B1F4A">
              <w:rPr>
                <w:rFonts w:ascii="Corbel" w:hAnsi="Corbel"/>
                <w:sz w:val="24"/>
                <w:szCs w:val="24"/>
              </w:rPr>
              <w:t>/y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0B7D13C" w14:textId="77777777" w:rsidR="0085747A" w:rsidRPr="00EB1F4A" w:rsidRDefault="00611099" w:rsidP="006110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II rok, 4 semestr; III rok, 5 semestr</w:t>
            </w:r>
          </w:p>
        </w:tc>
      </w:tr>
      <w:tr w:rsidR="0085747A" w:rsidRPr="00EB1F4A" w14:paraId="7ACE50F5" w14:textId="77777777" w:rsidTr="00B819C8">
        <w:tc>
          <w:tcPr>
            <w:tcW w:w="2694" w:type="dxa"/>
            <w:vAlign w:val="center"/>
          </w:tcPr>
          <w:p w14:paraId="5E157E27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9596FD" w14:textId="77777777" w:rsidR="0085747A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923D7D" w:rsidRPr="00EB1F4A" w14:paraId="0AE5D12B" w14:textId="77777777" w:rsidTr="00B819C8">
        <w:tc>
          <w:tcPr>
            <w:tcW w:w="2694" w:type="dxa"/>
            <w:vAlign w:val="center"/>
          </w:tcPr>
          <w:p w14:paraId="5804BA51" w14:textId="77777777" w:rsidR="00923D7D" w:rsidRPr="00EB1F4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6CA43F" w14:textId="77777777" w:rsidR="00923D7D" w:rsidRPr="00EB1F4A" w:rsidRDefault="00A053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42576" w:rsidRPr="00EB1F4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11099" w:rsidRPr="00EB1F4A" w14:paraId="19053089" w14:textId="77777777" w:rsidTr="00B819C8">
        <w:tc>
          <w:tcPr>
            <w:tcW w:w="2694" w:type="dxa"/>
            <w:vAlign w:val="center"/>
          </w:tcPr>
          <w:p w14:paraId="2D960EA7" w14:textId="77777777" w:rsidR="00611099" w:rsidRPr="00EB1F4A" w:rsidRDefault="0061109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BCE0B3" w14:textId="77777777" w:rsidR="00611099" w:rsidRPr="00EB1F4A" w:rsidRDefault="006110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04F2A">
              <w:rPr>
                <w:rFonts w:ascii="Corbel" w:hAnsi="Corbel"/>
                <w:b w:val="0"/>
                <w:sz w:val="24"/>
                <w:szCs w:val="24"/>
              </w:rPr>
              <w:t>Agnieszka Łaba-</w:t>
            </w:r>
            <w:proofErr w:type="spellStart"/>
            <w:r w:rsidR="00604F2A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EB1F4A" w14:paraId="5879767E" w14:textId="77777777" w:rsidTr="00B819C8">
        <w:tc>
          <w:tcPr>
            <w:tcW w:w="2694" w:type="dxa"/>
            <w:vAlign w:val="center"/>
          </w:tcPr>
          <w:p w14:paraId="7723B4D5" w14:textId="77777777" w:rsidR="0085747A" w:rsidRPr="00EB1F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DD5102" w14:textId="77777777" w:rsidR="0085747A" w:rsidRPr="00EB1F4A" w:rsidRDefault="00604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1099" w:rsidRPr="00EB1F4A">
              <w:rPr>
                <w:rFonts w:ascii="Corbel" w:hAnsi="Corbel"/>
                <w:b w:val="0"/>
                <w:sz w:val="24"/>
                <w:szCs w:val="24"/>
              </w:rPr>
              <w:t xml:space="preserve">r Agnieszka Łaba </w:t>
            </w:r>
            <w:r w:rsidR="00A05336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="00611099" w:rsidRPr="00EB1F4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611099" w:rsidRPr="00EB1F4A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14:paraId="46C3A587" w14:textId="77777777" w:rsidR="0085747A" w:rsidRPr="00EB1F4A" w:rsidRDefault="0085747A" w:rsidP="00611099">
      <w:pPr>
        <w:pStyle w:val="Podpunkty"/>
        <w:ind w:left="0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 xml:space="preserve">* </w:t>
      </w:r>
      <w:r w:rsidRPr="00EB1F4A">
        <w:rPr>
          <w:rFonts w:ascii="Corbel" w:hAnsi="Corbel"/>
          <w:i/>
          <w:sz w:val="24"/>
          <w:szCs w:val="24"/>
        </w:rPr>
        <w:t>-</w:t>
      </w:r>
      <w:r w:rsidR="00B90885" w:rsidRPr="00EB1F4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B1F4A">
        <w:rPr>
          <w:rFonts w:ascii="Corbel" w:hAnsi="Corbel"/>
          <w:b w:val="0"/>
          <w:sz w:val="24"/>
          <w:szCs w:val="24"/>
        </w:rPr>
        <w:t>e,</w:t>
      </w:r>
      <w:r w:rsidRPr="00EB1F4A">
        <w:rPr>
          <w:rFonts w:ascii="Corbel" w:hAnsi="Corbel"/>
          <w:i/>
          <w:sz w:val="24"/>
          <w:szCs w:val="24"/>
        </w:rPr>
        <w:t xml:space="preserve"> </w:t>
      </w:r>
      <w:r w:rsidRPr="00EB1F4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B1F4A">
        <w:rPr>
          <w:rFonts w:ascii="Corbel" w:hAnsi="Corbel"/>
          <w:b w:val="0"/>
          <w:i/>
          <w:sz w:val="24"/>
          <w:szCs w:val="24"/>
        </w:rPr>
        <w:t>w Jednostce</w:t>
      </w:r>
    </w:p>
    <w:p w14:paraId="5AB1F925" w14:textId="77777777" w:rsidR="00923D7D" w:rsidRPr="00EB1F4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AFD6C1" w14:textId="77777777" w:rsidR="00923D7D" w:rsidRPr="00EB1F4A" w:rsidRDefault="0085747A" w:rsidP="0025357F">
      <w:pPr>
        <w:pStyle w:val="Podpunkty"/>
        <w:ind w:left="284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>1.</w:t>
      </w:r>
      <w:r w:rsidR="00E22FBC" w:rsidRPr="00EB1F4A">
        <w:rPr>
          <w:rFonts w:ascii="Corbel" w:hAnsi="Corbel"/>
          <w:sz w:val="24"/>
          <w:szCs w:val="24"/>
        </w:rPr>
        <w:t>1</w:t>
      </w:r>
      <w:r w:rsidRPr="00EB1F4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B1F4A" w14:paraId="3E631124" w14:textId="77777777" w:rsidTr="009D27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B3E9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Semestr</w:t>
            </w:r>
          </w:p>
          <w:p w14:paraId="70D8A69E" w14:textId="77777777" w:rsidR="00015B8F" w:rsidRPr="00EB1F4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(</w:t>
            </w:r>
            <w:r w:rsidR="00363F78" w:rsidRPr="00EB1F4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E559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F4A">
              <w:rPr>
                <w:rFonts w:ascii="Corbel" w:hAnsi="Corbel"/>
                <w:szCs w:val="24"/>
              </w:rPr>
              <w:t>Wykł</w:t>
            </w:r>
            <w:proofErr w:type="spellEnd"/>
            <w:r w:rsidRPr="00EB1F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5B2D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B101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F4A">
              <w:rPr>
                <w:rFonts w:ascii="Corbel" w:hAnsi="Corbel"/>
                <w:szCs w:val="24"/>
              </w:rPr>
              <w:t>Konw</w:t>
            </w:r>
            <w:proofErr w:type="spellEnd"/>
            <w:r w:rsidRPr="00EB1F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3D2A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713D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F4A">
              <w:rPr>
                <w:rFonts w:ascii="Corbel" w:hAnsi="Corbel"/>
                <w:szCs w:val="24"/>
              </w:rPr>
              <w:t>Sem</w:t>
            </w:r>
            <w:proofErr w:type="spellEnd"/>
            <w:r w:rsidRPr="00EB1F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00A19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05239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F4A">
              <w:rPr>
                <w:rFonts w:ascii="Corbel" w:hAnsi="Corbel"/>
                <w:szCs w:val="24"/>
              </w:rPr>
              <w:t>Prakt</w:t>
            </w:r>
            <w:proofErr w:type="spellEnd"/>
            <w:r w:rsidRPr="00EB1F4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3930" w14:textId="77777777" w:rsidR="00015B8F" w:rsidRPr="00EB1F4A" w:rsidRDefault="0061109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F4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B03E" w14:textId="77777777" w:rsidR="00015B8F" w:rsidRPr="00EB1F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B1F4A">
              <w:rPr>
                <w:rFonts w:ascii="Corbel" w:hAnsi="Corbel"/>
                <w:b/>
                <w:szCs w:val="24"/>
              </w:rPr>
              <w:t>Liczba pkt</w:t>
            </w:r>
            <w:r w:rsidR="00B90885" w:rsidRPr="00EB1F4A">
              <w:rPr>
                <w:rFonts w:ascii="Corbel" w:hAnsi="Corbel"/>
                <w:b/>
                <w:szCs w:val="24"/>
              </w:rPr>
              <w:t>.</w:t>
            </w:r>
            <w:r w:rsidRPr="00EB1F4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2757" w:rsidRPr="00EB1F4A" w14:paraId="4645EBAB" w14:textId="77777777" w:rsidTr="009D2757">
        <w:trPr>
          <w:trHeight w:val="286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6B04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6998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D0DA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AEC93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291C8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58FC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7F49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CECA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E8DD" w14:textId="56AAB9B9" w:rsidR="009D2757" w:rsidRPr="00EB1F4A" w:rsidRDefault="00BB4953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6712B9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2757" w:rsidRPr="00EB1F4A" w14:paraId="1C9BC2CE" w14:textId="77777777" w:rsidTr="009D2757">
        <w:trPr>
          <w:trHeight w:val="285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DC43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A159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B735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7153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6DC5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F8B4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FEEF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40619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9685" w14:textId="13DA5895" w:rsidR="009D2757" w:rsidRPr="00EB1F4A" w:rsidRDefault="00BB4953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30F4" w14:textId="77777777" w:rsidR="009D2757" w:rsidRPr="00EB1F4A" w:rsidRDefault="009D2757" w:rsidP="009D27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8D1B3A" w14:textId="77777777" w:rsidR="00923D7D" w:rsidRPr="00EB1F4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5A3100" w14:textId="77777777" w:rsidR="0085747A" w:rsidRPr="00EB1F4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>1.</w:t>
      </w:r>
      <w:r w:rsidR="00E22FBC" w:rsidRPr="00EB1F4A">
        <w:rPr>
          <w:rFonts w:ascii="Corbel" w:hAnsi="Corbel"/>
          <w:smallCaps w:val="0"/>
          <w:szCs w:val="24"/>
        </w:rPr>
        <w:t>2</w:t>
      </w:r>
      <w:r w:rsidR="00F83B28" w:rsidRPr="00EB1F4A">
        <w:rPr>
          <w:rFonts w:ascii="Corbel" w:hAnsi="Corbel"/>
          <w:smallCaps w:val="0"/>
          <w:szCs w:val="24"/>
        </w:rPr>
        <w:t>.</w:t>
      </w:r>
      <w:r w:rsidR="00F83B28" w:rsidRPr="00EB1F4A">
        <w:rPr>
          <w:rFonts w:ascii="Corbel" w:hAnsi="Corbel"/>
          <w:smallCaps w:val="0"/>
          <w:szCs w:val="24"/>
        </w:rPr>
        <w:tab/>
      </w:r>
      <w:r w:rsidRPr="00EB1F4A">
        <w:rPr>
          <w:rFonts w:ascii="Corbel" w:hAnsi="Corbel"/>
          <w:smallCaps w:val="0"/>
          <w:szCs w:val="24"/>
        </w:rPr>
        <w:t xml:space="preserve">Sposób realizacji zajęć  </w:t>
      </w:r>
    </w:p>
    <w:p w14:paraId="6D1697ED" w14:textId="77777777" w:rsidR="00611099" w:rsidRPr="00EB1F4A" w:rsidRDefault="00611099" w:rsidP="006110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eastAsia="MS Gothic" w:hAnsi="Corbel"/>
          <w:b w:val="0"/>
          <w:szCs w:val="24"/>
        </w:rPr>
        <w:sym w:font="Wingdings" w:char="F078"/>
      </w:r>
      <w:r w:rsidRPr="00EB1F4A">
        <w:rPr>
          <w:rFonts w:ascii="Corbel" w:eastAsia="MS Gothic" w:hAnsi="Corbel"/>
          <w:b w:val="0"/>
          <w:szCs w:val="24"/>
        </w:rPr>
        <w:t xml:space="preserve"> </w:t>
      </w:r>
      <w:r w:rsidRPr="00EB1F4A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Pr="00EB1F4A">
        <w:rPr>
          <w:rFonts w:ascii="Corbel" w:hAnsi="Corbel"/>
          <w:smallCaps w:val="0"/>
          <w:szCs w:val="24"/>
        </w:rPr>
        <w:t xml:space="preserve"> </w:t>
      </w:r>
    </w:p>
    <w:p w14:paraId="16CF5184" w14:textId="77777777" w:rsidR="00611099" w:rsidRPr="00EB1F4A" w:rsidRDefault="00611099" w:rsidP="006110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B1F4A">
        <w:rPr>
          <w:rFonts w:ascii="MS Gothic" w:eastAsia="MS Gothic" w:hAnsi="MS Gothic" w:cs="MS Gothic" w:hint="eastAsia"/>
          <w:b w:val="0"/>
          <w:szCs w:val="24"/>
        </w:rPr>
        <w:t>☐</w:t>
      </w:r>
      <w:r w:rsidRPr="00EB1F4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76F684" w14:textId="77777777" w:rsidR="00611099" w:rsidRPr="00EB1F4A" w:rsidRDefault="00611099" w:rsidP="0061109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DBFD52" w14:textId="77777777" w:rsidR="00611099" w:rsidRPr="00EB1F4A" w:rsidRDefault="00E22FBC" w:rsidP="006110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1.3 </w:t>
      </w:r>
      <w:r w:rsidR="00F83B28" w:rsidRPr="00EB1F4A">
        <w:rPr>
          <w:rFonts w:ascii="Corbel" w:hAnsi="Corbel"/>
          <w:smallCaps w:val="0"/>
          <w:szCs w:val="24"/>
        </w:rPr>
        <w:tab/>
      </w:r>
      <w:r w:rsidRPr="00EB1F4A">
        <w:rPr>
          <w:rFonts w:ascii="Corbel" w:hAnsi="Corbel"/>
          <w:smallCaps w:val="0"/>
          <w:szCs w:val="24"/>
        </w:rPr>
        <w:t>For</w:t>
      </w:r>
      <w:r w:rsidR="00445970" w:rsidRPr="00EB1F4A">
        <w:rPr>
          <w:rFonts w:ascii="Corbel" w:hAnsi="Corbel"/>
          <w:smallCaps w:val="0"/>
          <w:szCs w:val="24"/>
        </w:rPr>
        <w:t xml:space="preserve">ma zaliczenia przedmiotu </w:t>
      </w:r>
      <w:r w:rsidRPr="00EB1F4A">
        <w:rPr>
          <w:rFonts w:ascii="Corbel" w:hAnsi="Corbel"/>
          <w:smallCaps w:val="0"/>
          <w:szCs w:val="24"/>
        </w:rPr>
        <w:t xml:space="preserve"> (z toku) </w:t>
      </w:r>
    </w:p>
    <w:p w14:paraId="029204B1" w14:textId="77777777" w:rsidR="009C54AE" w:rsidRPr="00EB1F4A" w:rsidRDefault="00611099" w:rsidP="0061109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EB1F4A">
        <w:rPr>
          <w:rFonts w:ascii="Corbel" w:hAnsi="Corbel"/>
          <w:smallCaps w:val="0"/>
          <w:szCs w:val="24"/>
        </w:rPr>
        <w:tab/>
      </w:r>
      <w:r w:rsidR="00E22FBC" w:rsidRPr="00EB1F4A">
        <w:rPr>
          <w:rFonts w:ascii="Corbel" w:hAnsi="Corbel"/>
          <w:b w:val="0"/>
          <w:smallCaps w:val="0"/>
          <w:szCs w:val="24"/>
        </w:rPr>
        <w:t>zaliczenie z oceną</w:t>
      </w:r>
      <w:r w:rsidRPr="00EB1F4A">
        <w:rPr>
          <w:rFonts w:ascii="Corbel" w:hAnsi="Corbel"/>
          <w:b w:val="0"/>
          <w:szCs w:val="24"/>
        </w:rPr>
        <w:t xml:space="preserve"> </w:t>
      </w:r>
    </w:p>
    <w:p w14:paraId="36CA9BDF" w14:textId="77777777" w:rsidR="00E960BB" w:rsidRPr="00EB1F4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CA7BE1" w14:textId="77777777" w:rsidR="00E960BB" w:rsidRPr="00EB1F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1F4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1F4A" w14:paraId="3E1EB053" w14:textId="77777777" w:rsidTr="00745302">
        <w:tc>
          <w:tcPr>
            <w:tcW w:w="9670" w:type="dxa"/>
          </w:tcPr>
          <w:p w14:paraId="13FF2442" w14:textId="77777777" w:rsidR="0085747A" w:rsidRPr="00EB1F4A" w:rsidRDefault="00BD2D17" w:rsidP="00EA3F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Zaliczenie przedmiotów z zakresu wprowadzenia do psychologii, psychologii rozwojowej, teoretycznych podstaw kształcenia i wychowania, pedagogiki osób z niepełnosprawnością intelektualną.</w:t>
            </w:r>
          </w:p>
        </w:tc>
      </w:tr>
    </w:tbl>
    <w:p w14:paraId="3A5F2A68" w14:textId="77777777" w:rsidR="0085747A" w:rsidRPr="00EB1F4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1F4A">
        <w:rPr>
          <w:rFonts w:ascii="Corbel" w:hAnsi="Corbel"/>
          <w:szCs w:val="24"/>
        </w:rPr>
        <w:t>3.</w:t>
      </w:r>
      <w:r w:rsidR="0085747A" w:rsidRPr="00EB1F4A">
        <w:rPr>
          <w:rFonts w:ascii="Corbel" w:hAnsi="Corbel"/>
          <w:szCs w:val="24"/>
        </w:rPr>
        <w:t xml:space="preserve"> </w:t>
      </w:r>
      <w:r w:rsidR="00A84C85" w:rsidRPr="00EB1F4A">
        <w:rPr>
          <w:rFonts w:ascii="Corbel" w:hAnsi="Corbel"/>
          <w:szCs w:val="24"/>
        </w:rPr>
        <w:t>cele, efekty uczenia się</w:t>
      </w:r>
      <w:r w:rsidR="0085747A" w:rsidRPr="00EB1F4A">
        <w:rPr>
          <w:rFonts w:ascii="Corbel" w:hAnsi="Corbel"/>
          <w:szCs w:val="24"/>
        </w:rPr>
        <w:t xml:space="preserve"> , treści Programowe i stosowane metody Dydaktyczne</w:t>
      </w:r>
    </w:p>
    <w:p w14:paraId="6FEAB1D8" w14:textId="77777777" w:rsidR="0085747A" w:rsidRPr="00EB1F4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EB1F4A">
        <w:rPr>
          <w:rFonts w:ascii="Corbel" w:hAnsi="Corbel"/>
          <w:sz w:val="24"/>
          <w:szCs w:val="24"/>
        </w:rPr>
        <w:t>Cele przedmiotu</w:t>
      </w:r>
    </w:p>
    <w:p w14:paraId="19B5920C" w14:textId="77777777" w:rsidR="00F83B28" w:rsidRPr="00EB1F4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C5082" w:rsidRPr="00EB1F4A" w14:paraId="59EF3A81" w14:textId="77777777" w:rsidTr="001C5082">
        <w:tc>
          <w:tcPr>
            <w:tcW w:w="845" w:type="dxa"/>
            <w:vAlign w:val="center"/>
          </w:tcPr>
          <w:p w14:paraId="65B0A375" w14:textId="77777777" w:rsidR="001C5082" w:rsidRPr="00EB1F4A" w:rsidRDefault="001C5082" w:rsidP="001C5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47BBC2F" w14:textId="77777777" w:rsidR="001C5082" w:rsidRPr="00EB1F4A" w:rsidRDefault="001C5082" w:rsidP="001C5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problematyką biblioterapii i jej miejsca w działaniach zmierzających do podnoszenia poziomu zachowań dzieci </w:t>
            </w:r>
            <w:r w:rsidR="00EA3F4F" w:rsidRPr="00EB1F4A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EB1F4A">
              <w:rPr>
                <w:rFonts w:ascii="Corbel" w:hAnsi="Corbel"/>
                <w:b w:val="0"/>
                <w:sz w:val="24"/>
                <w:szCs w:val="24"/>
              </w:rPr>
              <w:t>z niepełnosprawnością intelektualną.</w:t>
            </w:r>
          </w:p>
        </w:tc>
      </w:tr>
      <w:tr w:rsidR="001C5082" w:rsidRPr="00EB1F4A" w14:paraId="65161A1F" w14:textId="77777777" w:rsidTr="001C5082">
        <w:tc>
          <w:tcPr>
            <w:tcW w:w="845" w:type="dxa"/>
            <w:vAlign w:val="center"/>
          </w:tcPr>
          <w:p w14:paraId="49A44220" w14:textId="77777777" w:rsidR="001C5082" w:rsidRPr="00EB1F4A" w:rsidRDefault="001C5082" w:rsidP="001C50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C</w:t>
            </w:r>
            <w:r w:rsidRPr="00EB1F4A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14:paraId="3D89A89B" w14:textId="77777777" w:rsidR="001C5082" w:rsidRPr="00EB1F4A" w:rsidRDefault="001C5082" w:rsidP="001C5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Ponadto studenci poznają założenia ukierunkowanego czytelnictwa w postępowaniu biblioterapeutycznym jako środka dydaktyczno-wychowawczego.</w:t>
            </w:r>
          </w:p>
        </w:tc>
      </w:tr>
      <w:tr w:rsidR="001C5082" w:rsidRPr="00EB1F4A" w14:paraId="37DF02DE" w14:textId="77777777" w:rsidTr="001C5082">
        <w:tc>
          <w:tcPr>
            <w:tcW w:w="845" w:type="dxa"/>
            <w:vAlign w:val="center"/>
          </w:tcPr>
          <w:p w14:paraId="1BF512F9" w14:textId="77777777" w:rsidR="001C5082" w:rsidRPr="00EB1F4A" w:rsidRDefault="001C5082" w:rsidP="001C50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3E589AA" w14:textId="77777777" w:rsidR="001C5082" w:rsidRPr="00EB1F4A" w:rsidRDefault="001C5082" w:rsidP="001C508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Studenci </w:t>
            </w:r>
            <w:r w:rsidR="00784D50" w:rsidRPr="00EB1F4A">
              <w:rPr>
                <w:rFonts w:ascii="Corbel" w:hAnsi="Corbel"/>
                <w:b w:val="0"/>
                <w:sz w:val="24"/>
                <w:szCs w:val="24"/>
              </w:rPr>
              <w:t xml:space="preserve">opracowują warsztat </w:t>
            </w: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biblioterapeutyczny </w:t>
            </w:r>
            <w:r w:rsidR="00784D50" w:rsidRPr="00EB1F4A">
              <w:rPr>
                <w:rFonts w:ascii="Corbel" w:hAnsi="Corbel"/>
                <w:b w:val="0"/>
                <w:sz w:val="24"/>
                <w:szCs w:val="24"/>
              </w:rPr>
              <w:t>dla d</w:t>
            </w:r>
            <w:r w:rsidRPr="00EB1F4A">
              <w:rPr>
                <w:rFonts w:ascii="Corbel" w:hAnsi="Corbel"/>
                <w:b w:val="0"/>
                <w:sz w:val="24"/>
                <w:szCs w:val="24"/>
              </w:rPr>
              <w:t xml:space="preserve">zieci z niepełnosprawnością intelektualną. </w:t>
            </w:r>
          </w:p>
        </w:tc>
      </w:tr>
    </w:tbl>
    <w:p w14:paraId="017DDCC3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8ADDB6" w14:textId="77777777" w:rsidR="001D7B54" w:rsidRPr="00EB1F4A" w:rsidRDefault="009F4610" w:rsidP="0025357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b/>
          <w:sz w:val="24"/>
          <w:szCs w:val="24"/>
        </w:rPr>
        <w:t xml:space="preserve">3.2 </w:t>
      </w:r>
      <w:r w:rsidR="001D7B54" w:rsidRPr="00EB1F4A">
        <w:rPr>
          <w:rFonts w:ascii="Corbel" w:hAnsi="Corbel"/>
          <w:b/>
          <w:sz w:val="24"/>
          <w:szCs w:val="24"/>
        </w:rPr>
        <w:t xml:space="preserve">Efekty </w:t>
      </w:r>
      <w:r w:rsidR="00C05F44" w:rsidRPr="00EB1F4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B1F4A">
        <w:rPr>
          <w:rFonts w:ascii="Corbel" w:hAnsi="Corbel"/>
          <w:b/>
          <w:sz w:val="24"/>
          <w:szCs w:val="24"/>
        </w:rPr>
        <w:t>dla przedmiotu</w:t>
      </w:r>
      <w:r w:rsidR="00445970" w:rsidRPr="00EB1F4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B1F4A" w14:paraId="12AF1B69" w14:textId="77777777" w:rsidTr="004760BB">
        <w:tc>
          <w:tcPr>
            <w:tcW w:w="1681" w:type="dxa"/>
            <w:vAlign w:val="center"/>
          </w:tcPr>
          <w:p w14:paraId="6E6863C9" w14:textId="77777777" w:rsidR="0085747A" w:rsidRPr="00EB1F4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B1F4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B1F4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5C90510" w14:textId="77777777" w:rsidR="0085747A" w:rsidRPr="00EB1F4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D41824" w14:textId="77777777" w:rsidR="0085747A" w:rsidRPr="00EB1F4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B1F4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185A" w:rsidRPr="00EB1F4A" w14:paraId="43F6C6A9" w14:textId="77777777" w:rsidTr="004760BB">
        <w:tc>
          <w:tcPr>
            <w:tcW w:w="1681" w:type="dxa"/>
            <w:vAlign w:val="center"/>
          </w:tcPr>
          <w:p w14:paraId="62BB4836" w14:textId="77777777" w:rsidR="0005185A" w:rsidRPr="00EB1F4A" w:rsidRDefault="0005185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45CE1AE1" w14:textId="77777777" w:rsidR="0005185A" w:rsidRPr="00EB1F4A" w:rsidRDefault="0005185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14:paraId="0EEA0CB9" w14:textId="77777777" w:rsidR="0005185A" w:rsidRPr="00EB1F4A" w:rsidRDefault="0005185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60BB" w:rsidRPr="00EB1F4A" w14:paraId="09FB975A" w14:textId="77777777" w:rsidTr="00611099">
        <w:tc>
          <w:tcPr>
            <w:tcW w:w="1681" w:type="dxa"/>
          </w:tcPr>
          <w:p w14:paraId="6D3016BC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8E5263A" w14:textId="77777777" w:rsidR="004760BB" w:rsidRPr="00EB1F4A" w:rsidRDefault="00F10DB2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współczesne podejście do problemów 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osób z niepełnosprawnością intelektualną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wynikające z niego nowe formy 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pracy. </w:t>
            </w:r>
          </w:p>
        </w:tc>
        <w:tc>
          <w:tcPr>
            <w:tcW w:w="1865" w:type="dxa"/>
            <w:vAlign w:val="center"/>
          </w:tcPr>
          <w:p w14:paraId="39F869B2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4760BB" w:rsidRPr="00EB1F4A" w14:paraId="5A69EBC1" w14:textId="77777777" w:rsidTr="00611099">
        <w:tc>
          <w:tcPr>
            <w:tcW w:w="1681" w:type="dxa"/>
          </w:tcPr>
          <w:p w14:paraId="13EA0854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4E2D93" w14:textId="77777777" w:rsidR="004760BB" w:rsidRPr="00EB1F4A" w:rsidRDefault="00B64268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oceni s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ystem kształcenia specjalnego w kontekście systemu kształcenia powszechnego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6371694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4760BB" w:rsidRPr="00EB1F4A" w14:paraId="334200F0" w14:textId="77777777" w:rsidTr="00611099">
        <w:tc>
          <w:tcPr>
            <w:tcW w:w="1681" w:type="dxa"/>
          </w:tcPr>
          <w:p w14:paraId="2C862999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1F6AE4C" w14:textId="77777777" w:rsidR="004760BB" w:rsidRPr="00EB1F4A" w:rsidRDefault="00B64268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kształcenia </w:t>
            </w:r>
            <w:r w:rsidR="00F10DB2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dzieci,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uczniów </w:t>
            </w:r>
            <w:r w:rsidR="00F10DB2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młodzieży z niepełnosprawnością intelektualną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systemie integracyjnym i włączającym, </w:t>
            </w:r>
            <w:r w:rsidR="00F10DB2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w tym również współpracę z innym podmiotami odpowiedzialnymi za kształcenie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wymieni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modele indywidualizacji 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pracy z osobami starszymi</w:t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niepełnosprawnością intelektualną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F8959AC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4760BB" w:rsidRPr="00EB1F4A" w14:paraId="222462A8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CEC8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8F18" w14:textId="77777777" w:rsidR="004760BB" w:rsidRPr="00EB1F4A" w:rsidRDefault="004760BB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rozpozna i </w:t>
            </w:r>
            <w:r w:rsidR="00B64268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interpret</w:t>
            </w:r>
            <w:r w:rsidR="00B64268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zjawiska społeczne, 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których to istnieje potrzeba stosowania odziaływań wykorzystujących biblioterapię.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6DA6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4760BB" w:rsidRPr="00EB1F4A" w14:paraId="6F36D8B1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897E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8508" w14:textId="77777777" w:rsidR="004760BB" w:rsidRPr="00EB1F4A" w:rsidRDefault="00B64268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wykorzysta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aktualne koncepcje psychologiczne i pedagogiczne w planowaniu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zajęć wykorzystujących biblioterapię</w:t>
            </w:r>
            <w:r w:rsidR="00B359C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7114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4760BB" w:rsidRPr="00EB1F4A" w14:paraId="276ADA95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E2A2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1CB8" w14:textId="77777777" w:rsidR="004760BB" w:rsidRPr="00EB1F4A" w:rsidRDefault="00B359C5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poziomie praktycznym zastosuje pozyskaną wiedzę z zakresu metodyki biblioterapii odpowiednio do jednostki i grupy jej odbiorców z niepełnosprawnością intelektualną.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9DB5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4760BB" w:rsidRPr="00EB1F4A" w14:paraId="683B55BF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57F3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EC9B" w14:textId="77777777" w:rsidR="004760BB" w:rsidRPr="00EB1F4A" w:rsidRDefault="00A665A8" w:rsidP="00486C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przeprowadzi symulację zajęć w oparciu o warsztat biblioterapeutyczny</w:t>
            </w:r>
            <w:r w:rsidRPr="00EB1F4A">
              <w:rPr>
                <w:rFonts w:ascii="Corbel" w:hAnsi="Corbel"/>
                <w:bCs/>
                <w:szCs w:val="24"/>
              </w:rPr>
              <w:t xml:space="preserve">,  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zindywidualizuje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zadania, dostos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metody i treści do potrzeb 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rozwojowych i wiekowych jej uczestników</w:t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niepełnosprawnością intelektualną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BC4B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4760BB" w:rsidRPr="00EB1F4A" w14:paraId="7F984DF9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6BAF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F69C" w14:textId="77777777" w:rsidR="004760BB" w:rsidRPr="00EB1F4A" w:rsidRDefault="00486C93" w:rsidP="00486C9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zauwa</w:t>
            </w:r>
            <w:r w:rsidR="0005185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ży potrzebę wdrażania programów 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biblioterapeutycznych w kontekst społecznego działania jednostek </w:t>
            </w:r>
            <w:r w:rsidR="00BA2D76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 niepełnosprawnością intelektualną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96F0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PS.U8.</w:t>
            </w:r>
          </w:p>
        </w:tc>
      </w:tr>
      <w:tr w:rsidR="004760BB" w:rsidRPr="00EB1F4A" w14:paraId="430CDD3F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5307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F9E8" w14:textId="77777777" w:rsidR="004760BB" w:rsidRPr="00EB1F4A" w:rsidRDefault="00486C93" w:rsidP="0005185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opisze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uniwersal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ne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zasad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norm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etyczn</w:t>
            </w:r>
            <w:r w:rsidR="0005185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 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wykorzystywane w pracy z jednostkami z 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niepełnosprawnością intelektualną i wypowie się na temat ich zasadności.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DBE7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PS.K1.</w:t>
            </w:r>
          </w:p>
        </w:tc>
      </w:tr>
      <w:tr w:rsidR="004760BB" w:rsidRPr="00EB1F4A" w14:paraId="2CDCCEA9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99CB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EDC4" w14:textId="77777777" w:rsidR="004760BB" w:rsidRPr="00EB1F4A" w:rsidRDefault="00B64268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uzasadni potrzebę budowania pozytywnej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i kreatywnej relacji pomiędzy osobą prowadzącą warsztat biblioterapeutyczny a jego uczestnikami</w:t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 niepełnosprawnością intelektualną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5D0E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  <w:tr w:rsidR="004760BB" w:rsidRPr="00EB1F4A" w14:paraId="35586870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471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7BA0" w14:textId="77777777" w:rsidR="004760BB" w:rsidRPr="00EB1F4A" w:rsidRDefault="00714E1C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wypowie się na temat specyfiki środowiska </w:t>
            </w:r>
            <w:r w:rsidR="004760BB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lokalnego i regionalnego 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zapotrzebowania na zajęcia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 biblioterapii z udziałem dzieci, uczniów i osób starszych</w:t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4C15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z niepełnosprawnością intelektualną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61EB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4760BB" w:rsidRPr="00EB1F4A" w14:paraId="368A55EF" w14:textId="77777777" w:rsidTr="0061109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5207" w14:textId="77777777" w:rsidR="004760BB" w:rsidRPr="00EB1F4A" w:rsidRDefault="004760BB" w:rsidP="004760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9902" w14:textId="77777777" w:rsidR="004760BB" w:rsidRPr="00EB1F4A" w:rsidRDefault="00714E1C" w:rsidP="004760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8D6491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oceni przygotowany przez siebie w</w:t>
            </w:r>
            <w:r w:rsidR="00486C93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arsztat biblioterapeutyczny z </w:t>
            </w:r>
            <w:r w:rsidR="0088380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możliwością implikowania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środowisku przedszkolnym, szkolnym oraz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placówkach w których przebywają jednostki starsze </w:t>
            </w:r>
            <w:r w:rsidR="00163349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88380A"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niepełnosprawnością intelektualną.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999F" w14:textId="77777777" w:rsidR="004760BB" w:rsidRPr="00EB1F4A" w:rsidRDefault="004760BB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14:paraId="740F7E40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6B4195" w14:textId="77777777" w:rsidR="0085747A" w:rsidRPr="00EB1F4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B1F4A">
        <w:rPr>
          <w:rFonts w:ascii="Corbel" w:hAnsi="Corbel"/>
          <w:b/>
          <w:sz w:val="24"/>
          <w:szCs w:val="24"/>
        </w:rPr>
        <w:t>3.3</w:t>
      </w:r>
      <w:r w:rsidR="001D7B54" w:rsidRPr="00EB1F4A">
        <w:rPr>
          <w:rFonts w:ascii="Corbel" w:hAnsi="Corbel"/>
          <w:b/>
          <w:sz w:val="24"/>
          <w:szCs w:val="24"/>
        </w:rPr>
        <w:t xml:space="preserve"> </w:t>
      </w:r>
      <w:r w:rsidR="0085747A" w:rsidRPr="00EB1F4A">
        <w:rPr>
          <w:rFonts w:ascii="Corbel" w:hAnsi="Corbel"/>
          <w:b/>
          <w:sz w:val="24"/>
          <w:szCs w:val="24"/>
        </w:rPr>
        <w:t>T</w:t>
      </w:r>
      <w:r w:rsidR="001D7B54" w:rsidRPr="00EB1F4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B1F4A">
        <w:rPr>
          <w:rFonts w:ascii="Corbel" w:hAnsi="Corbel"/>
          <w:sz w:val="24"/>
          <w:szCs w:val="24"/>
        </w:rPr>
        <w:t xml:space="preserve">  </w:t>
      </w:r>
    </w:p>
    <w:p w14:paraId="5ABFACFF" w14:textId="77777777" w:rsidR="0085747A" w:rsidRPr="00EB1F4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 xml:space="preserve">Problematyka wykładu </w:t>
      </w:r>
      <w:r w:rsidR="0025357F" w:rsidRPr="00EB1F4A">
        <w:rPr>
          <w:rFonts w:ascii="Corbel" w:hAnsi="Corbel"/>
          <w:sz w:val="24"/>
          <w:szCs w:val="24"/>
        </w:rPr>
        <w:t>– nie dotyczy</w:t>
      </w:r>
    </w:p>
    <w:p w14:paraId="065C9180" w14:textId="77777777" w:rsidR="0085747A" w:rsidRPr="00EB1F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468D54" w14:textId="77777777" w:rsidR="0085747A" w:rsidRPr="00EB1F4A" w:rsidRDefault="0085747A" w:rsidP="0025357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B1F4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B1F4A">
        <w:rPr>
          <w:rFonts w:ascii="Corbel" w:hAnsi="Corbel"/>
          <w:sz w:val="24"/>
          <w:szCs w:val="24"/>
        </w:rPr>
        <w:t xml:space="preserve">, </w:t>
      </w:r>
      <w:r w:rsidRPr="00EB1F4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1F4A" w14:paraId="21424792" w14:textId="77777777" w:rsidTr="004760BB">
        <w:tc>
          <w:tcPr>
            <w:tcW w:w="9520" w:type="dxa"/>
          </w:tcPr>
          <w:p w14:paraId="35A8A157" w14:textId="77777777" w:rsidR="0085747A" w:rsidRPr="00EB1F4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760BB" w:rsidRPr="00EB1F4A" w14:paraId="1FE31CAF" w14:textId="77777777" w:rsidTr="004760BB">
        <w:tc>
          <w:tcPr>
            <w:tcW w:w="9520" w:type="dxa"/>
          </w:tcPr>
          <w:p w14:paraId="06C07207" w14:textId="77777777" w:rsidR="004760BB" w:rsidRPr="00EB1F4A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Biblioterapia - ujęcie terminologiczne. </w:t>
            </w:r>
          </w:p>
        </w:tc>
      </w:tr>
      <w:tr w:rsidR="004760BB" w:rsidRPr="00EB1F4A" w14:paraId="5AFB9B43" w14:textId="77777777" w:rsidTr="004760BB">
        <w:tc>
          <w:tcPr>
            <w:tcW w:w="9520" w:type="dxa"/>
          </w:tcPr>
          <w:p w14:paraId="66D02A82" w14:textId="77777777" w:rsidR="004760BB" w:rsidRPr="00EB1F4A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Czytelnictwo i biblioterapia. </w:t>
            </w:r>
          </w:p>
        </w:tc>
      </w:tr>
      <w:tr w:rsidR="004760BB" w:rsidRPr="00EB1F4A" w14:paraId="2DFBE01A" w14:textId="77777777" w:rsidTr="004760BB">
        <w:tc>
          <w:tcPr>
            <w:tcW w:w="9520" w:type="dxa"/>
          </w:tcPr>
          <w:p w14:paraId="0180319C" w14:textId="77777777" w:rsidR="004760BB" w:rsidRPr="00EB1F4A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Przegląd form biblioterapii w pracy w </w:t>
            </w:r>
            <w:r w:rsidR="004752D4" w:rsidRPr="00EB1F4A">
              <w:rPr>
                <w:rFonts w:ascii="Corbel" w:hAnsi="Corbel"/>
                <w:sz w:val="24"/>
                <w:szCs w:val="24"/>
              </w:rPr>
              <w:t>zależności od grupy i specyfiki funkcjonowania jej odbiorców.</w:t>
            </w:r>
          </w:p>
        </w:tc>
      </w:tr>
      <w:tr w:rsidR="004760BB" w:rsidRPr="00EB1F4A" w14:paraId="1751A2BF" w14:textId="77777777" w:rsidTr="004752D4">
        <w:trPr>
          <w:trHeight w:val="540"/>
        </w:trPr>
        <w:tc>
          <w:tcPr>
            <w:tcW w:w="9520" w:type="dxa"/>
          </w:tcPr>
          <w:p w14:paraId="32D1024A" w14:textId="77777777" w:rsidR="004760BB" w:rsidRPr="00EB1F4A" w:rsidRDefault="004760BB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Model biblioterapeutyczny </w:t>
            </w:r>
            <w:r w:rsidR="00FE163F" w:rsidRPr="00EB1F4A">
              <w:rPr>
                <w:rFonts w:ascii="Corbel" w:hAnsi="Corbel"/>
                <w:sz w:val="24"/>
                <w:szCs w:val="24"/>
              </w:rPr>
              <w:t>-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podstawy konstruowania warsztatu wykorzystującego biblioterapię.</w:t>
            </w:r>
            <w:r w:rsidR="002373E5" w:rsidRPr="00EB1F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752D4" w:rsidRPr="00EB1F4A" w14:paraId="0CBA1FC7" w14:textId="77777777" w:rsidTr="004752D4">
        <w:trPr>
          <w:trHeight w:val="630"/>
        </w:trPr>
        <w:tc>
          <w:tcPr>
            <w:tcW w:w="9520" w:type="dxa"/>
            <w:tcBorders>
              <w:bottom w:val="single" w:sz="4" w:space="0" w:color="auto"/>
            </w:tcBorders>
          </w:tcPr>
          <w:p w14:paraId="31DD2AA7" w14:textId="77777777" w:rsidR="004752D4" w:rsidRPr="00EB1F4A" w:rsidRDefault="004752D4" w:rsidP="004760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Poziomy biblioterapeutyczne: cele, dobór materiałów, warunki czytania, dobór uczestników, biblioterapeuta, metodyka biblioterapii. </w:t>
            </w:r>
          </w:p>
        </w:tc>
      </w:tr>
      <w:tr w:rsidR="004752D4" w:rsidRPr="00EB1F4A" w14:paraId="4F6785EF" w14:textId="77777777" w:rsidTr="00FE163F">
        <w:trPr>
          <w:trHeight w:val="5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BB9E" w14:textId="77777777" w:rsidR="002373E5" w:rsidRPr="00EB1F4A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Bajki w procesie dydaktyczno-wychowawczym (na </w:t>
            </w:r>
            <w:r w:rsidR="007F5ED0" w:rsidRPr="00EB1F4A">
              <w:rPr>
                <w:rFonts w:ascii="Corbel" w:hAnsi="Corbel"/>
                <w:sz w:val="24"/>
                <w:szCs w:val="24"/>
              </w:rPr>
              <w:t xml:space="preserve">I, </w:t>
            </w:r>
            <w:r w:rsidRPr="00EB1F4A">
              <w:rPr>
                <w:rFonts w:ascii="Corbel" w:hAnsi="Corbel"/>
                <w:sz w:val="24"/>
                <w:szCs w:val="24"/>
              </w:rPr>
              <w:t>II i III etapie edukacyjnym)</w:t>
            </w:r>
            <w:r w:rsidR="005344DD" w:rsidRPr="00EB1F4A">
              <w:rPr>
                <w:rFonts w:ascii="Corbel" w:hAnsi="Corbel"/>
                <w:sz w:val="24"/>
                <w:szCs w:val="24"/>
              </w:rPr>
              <w:t xml:space="preserve"> </w:t>
            </w:r>
            <w:r w:rsidR="00F10DB2" w:rsidRPr="00EB1F4A">
              <w:rPr>
                <w:rFonts w:ascii="Corbel" w:hAnsi="Corbel"/>
                <w:sz w:val="24"/>
                <w:szCs w:val="24"/>
              </w:rPr>
              <w:t>-</w:t>
            </w:r>
            <w:r w:rsidR="005344DD" w:rsidRPr="00EB1F4A">
              <w:rPr>
                <w:rFonts w:ascii="Corbel" w:hAnsi="Corbel"/>
                <w:sz w:val="24"/>
                <w:szCs w:val="24"/>
              </w:rPr>
              <w:t xml:space="preserve"> zasady i reguły. </w:t>
            </w:r>
          </w:p>
        </w:tc>
      </w:tr>
      <w:tr w:rsidR="00FE163F" w:rsidRPr="00EB1F4A" w14:paraId="377F83CC" w14:textId="77777777" w:rsidTr="004752D4">
        <w:trPr>
          <w:trHeight w:val="294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08C6" w14:textId="77777777" w:rsidR="00FE163F" w:rsidRPr="00EB1F4A" w:rsidRDefault="00FE163F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Cele, treści i środki dydaktyczne, metody oraz formy organizacyjne zajęć.</w:t>
            </w:r>
          </w:p>
        </w:tc>
      </w:tr>
      <w:tr w:rsidR="005344DD" w:rsidRPr="00EB1F4A" w14:paraId="60C4C967" w14:textId="77777777" w:rsidTr="00FE163F">
        <w:trPr>
          <w:trHeight w:val="3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0A38" w14:textId="77777777" w:rsidR="005344DD" w:rsidRPr="00EB1F4A" w:rsidRDefault="005344DD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Opowieści społeczne i </w:t>
            </w: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multisensoryczne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opowiadania  w pracy rewalidacyjno-wychowawczej.</w:t>
            </w:r>
          </w:p>
        </w:tc>
      </w:tr>
      <w:tr w:rsidR="004752D4" w:rsidRPr="00EB1F4A" w14:paraId="645E8603" w14:textId="77777777" w:rsidTr="004752D4">
        <w:trPr>
          <w:trHeight w:val="6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640F" w14:textId="77777777" w:rsidR="004752D4" w:rsidRPr="00EB1F4A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Strategie i modele biblioterapeutyczne</w:t>
            </w:r>
            <w:r w:rsidR="005344DD" w:rsidRPr="00EB1F4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organizacja zajęć w różnych formach edukacji uczniów z niepełnosprawnością intelektualną. </w:t>
            </w:r>
          </w:p>
        </w:tc>
      </w:tr>
      <w:tr w:rsidR="00CA34FA" w:rsidRPr="00EB1F4A" w14:paraId="7DA55DC3" w14:textId="77777777" w:rsidTr="00FE163F">
        <w:trPr>
          <w:trHeight w:val="34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16F4" w14:textId="77777777" w:rsidR="00CA34FA" w:rsidRPr="00EB1F4A" w:rsidRDefault="00CA34FA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Biblioterapia </w:t>
            </w: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reminescencyjna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752D4" w:rsidRPr="00EB1F4A" w14:paraId="5C463E28" w14:textId="77777777" w:rsidTr="00FE163F">
        <w:trPr>
          <w:trHeight w:val="276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FAD9" w14:textId="77777777" w:rsidR="004752D4" w:rsidRPr="00EB1F4A" w:rsidRDefault="002373E5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Symulacja zajęć</w:t>
            </w:r>
            <w:r w:rsidR="00674247" w:rsidRPr="00EB1F4A">
              <w:rPr>
                <w:rFonts w:ascii="Corbel" w:hAnsi="Corbel"/>
                <w:sz w:val="24"/>
                <w:szCs w:val="24"/>
              </w:rPr>
              <w:t>. Przedstawienie wybranych modeli biblioterapeutycznych.</w:t>
            </w:r>
          </w:p>
        </w:tc>
      </w:tr>
    </w:tbl>
    <w:p w14:paraId="0DCB70E2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B6343D" w14:textId="77777777" w:rsidR="0085747A" w:rsidRPr="00EB1F4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>3.4 Metody dydaktyczne</w:t>
      </w:r>
      <w:r w:rsidRPr="00EB1F4A">
        <w:rPr>
          <w:rFonts w:ascii="Corbel" w:hAnsi="Corbel"/>
          <w:b w:val="0"/>
          <w:smallCaps w:val="0"/>
          <w:szCs w:val="24"/>
        </w:rPr>
        <w:t xml:space="preserve"> </w:t>
      </w:r>
    </w:p>
    <w:p w14:paraId="78FEF374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CEAD89" w14:textId="77777777" w:rsidR="00E960BB" w:rsidRPr="00EB1F4A" w:rsidRDefault="009F4610" w:rsidP="00611099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B1F4A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B1F4A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B1F4A">
        <w:rPr>
          <w:rFonts w:ascii="Corbel" w:hAnsi="Corbel"/>
          <w:b w:val="0"/>
          <w:smallCaps w:val="0"/>
          <w:szCs w:val="24"/>
        </w:rPr>
        <w:t>praca w </w:t>
      </w:r>
      <w:r w:rsidR="0085747A" w:rsidRPr="00EB1F4A">
        <w:rPr>
          <w:rFonts w:ascii="Corbel" w:hAnsi="Corbel"/>
          <w:b w:val="0"/>
          <w:smallCaps w:val="0"/>
          <w:szCs w:val="24"/>
        </w:rPr>
        <w:t>grupach</w:t>
      </w:r>
      <w:r w:rsidR="0071620A" w:rsidRPr="00EB1F4A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B1F4A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B1F4A">
        <w:rPr>
          <w:rFonts w:ascii="Corbel" w:hAnsi="Corbel"/>
          <w:b w:val="0"/>
          <w:smallCaps w:val="0"/>
          <w:szCs w:val="24"/>
        </w:rPr>
        <w:t>,</w:t>
      </w:r>
      <w:r w:rsidR="0085747A" w:rsidRPr="00EB1F4A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EB1F4A">
        <w:rPr>
          <w:rFonts w:ascii="Corbel" w:hAnsi="Corbel"/>
          <w:b w:val="0"/>
          <w:smallCaps w:val="0"/>
          <w:szCs w:val="24"/>
        </w:rPr>
        <w:t>),</w:t>
      </w:r>
      <w:r w:rsidR="001718A7" w:rsidRPr="00EB1F4A">
        <w:rPr>
          <w:rFonts w:ascii="Corbel" w:hAnsi="Corbel"/>
          <w:b w:val="0"/>
          <w:smallCaps w:val="0"/>
          <w:szCs w:val="24"/>
        </w:rPr>
        <w:t xml:space="preserve">gry dydaktyczne, </w:t>
      </w:r>
      <w:r w:rsidR="004760BB" w:rsidRPr="00EB1F4A">
        <w:rPr>
          <w:rFonts w:ascii="Corbel" w:hAnsi="Corbel"/>
          <w:b w:val="0"/>
          <w:smallCaps w:val="0"/>
          <w:szCs w:val="24"/>
        </w:rPr>
        <w:t xml:space="preserve">symulacja </w:t>
      </w:r>
      <w:r w:rsidR="00063015" w:rsidRPr="00EB1F4A">
        <w:rPr>
          <w:rFonts w:ascii="Corbel" w:hAnsi="Corbel"/>
          <w:b w:val="0"/>
          <w:smallCaps w:val="0"/>
          <w:szCs w:val="24"/>
        </w:rPr>
        <w:t>zajęć</w:t>
      </w:r>
      <w:r w:rsidR="00674247" w:rsidRPr="00EB1F4A">
        <w:rPr>
          <w:rFonts w:ascii="Corbel" w:hAnsi="Corbel"/>
          <w:b w:val="0"/>
          <w:smallCaps w:val="0"/>
          <w:szCs w:val="24"/>
        </w:rPr>
        <w:t>, praca projektowa.</w:t>
      </w:r>
    </w:p>
    <w:p w14:paraId="7EE45F78" w14:textId="77777777" w:rsidR="0025357F" w:rsidRPr="00EB1F4A" w:rsidRDefault="002535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2F84B8" w14:textId="77777777" w:rsidR="0085747A" w:rsidRPr="00EB1F4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4. </w:t>
      </w:r>
      <w:r w:rsidR="0085747A" w:rsidRPr="00EB1F4A">
        <w:rPr>
          <w:rFonts w:ascii="Corbel" w:hAnsi="Corbel"/>
          <w:smallCaps w:val="0"/>
          <w:szCs w:val="24"/>
        </w:rPr>
        <w:t>METODY I KRYTERIA OCENY</w:t>
      </w:r>
      <w:r w:rsidR="009F4610" w:rsidRPr="00EB1F4A">
        <w:rPr>
          <w:rFonts w:ascii="Corbel" w:hAnsi="Corbel"/>
          <w:smallCaps w:val="0"/>
          <w:szCs w:val="24"/>
        </w:rPr>
        <w:t xml:space="preserve"> </w:t>
      </w:r>
    </w:p>
    <w:p w14:paraId="2C033FB7" w14:textId="77777777" w:rsidR="00923D7D" w:rsidRPr="00EB1F4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B02427" w14:textId="77777777" w:rsidR="0085747A" w:rsidRPr="00EB1F4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B1F4A">
        <w:rPr>
          <w:rFonts w:ascii="Corbel" w:hAnsi="Corbel"/>
          <w:smallCaps w:val="0"/>
          <w:szCs w:val="24"/>
        </w:rPr>
        <w:t>uczenia się</w:t>
      </w:r>
    </w:p>
    <w:p w14:paraId="6767A962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B1F4A" w14:paraId="5C9BE698" w14:textId="77777777" w:rsidTr="004760BB">
        <w:tc>
          <w:tcPr>
            <w:tcW w:w="1962" w:type="dxa"/>
            <w:vAlign w:val="center"/>
          </w:tcPr>
          <w:p w14:paraId="0ED9FDCE" w14:textId="77777777" w:rsidR="0085747A" w:rsidRPr="00EB1F4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BEA7C36" w14:textId="77777777" w:rsidR="0085747A" w:rsidRPr="00EB1F4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ABFC2F" w14:textId="77777777" w:rsidR="0085747A" w:rsidRPr="00EB1F4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B1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9F6655F" w14:textId="77777777" w:rsidR="0085747A" w:rsidRPr="00EB1F4A" w:rsidRDefault="0085747A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321C2" w:rsidRPr="00EB1F4A" w14:paraId="47B89750" w14:textId="77777777" w:rsidTr="004760BB">
        <w:tc>
          <w:tcPr>
            <w:tcW w:w="1962" w:type="dxa"/>
          </w:tcPr>
          <w:p w14:paraId="63EA4370" w14:textId="77777777" w:rsidR="00B321C2" w:rsidRPr="00EB1F4A" w:rsidRDefault="00B321C2" w:rsidP="00B321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D2A00F2" w14:textId="77777777" w:rsidR="00B321C2" w:rsidRPr="00EB1F4A" w:rsidRDefault="00B321C2" w:rsidP="00B321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praca w grupach, </w:t>
            </w:r>
            <w:r w:rsidR="00674247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wypowiedź studenta, </w:t>
            </w:r>
            <w:r w:rsidR="0088380A"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dyskusja, </w:t>
            </w:r>
            <w:r w:rsidRPr="00EB1F4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7314E9" w14:textId="77777777" w:rsidR="00B321C2" w:rsidRPr="00EB1F4A" w:rsidRDefault="00611099" w:rsidP="00B321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3CF6160C" w14:textId="77777777" w:rsidR="00670255" w:rsidRPr="00EB1F4A" w:rsidRDefault="00670255" w:rsidP="00B321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44D67863" w14:textId="77777777" w:rsidTr="00611099">
        <w:tc>
          <w:tcPr>
            <w:tcW w:w="1962" w:type="dxa"/>
          </w:tcPr>
          <w:p w14:paraId="0F91A072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0C4FAB9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w grupach, wypowiedź studenta, dyskusja, obserwacja w trakcie zajęć</w:t>
            </w:r>
          </w:p>
        </w:tc>
        <w:tc>
          <w:tcPr>
            <w:tcW w:w="2117" w:type="dxa"/>
            <w:vAlign w:val="center"/>
          </w:tcPr>
          <w:p w14:paraId="7FD365B8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6BF22DDD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539A0DA0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469A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7D93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w grupach, wypowiedź studenta,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6584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567B4F32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04B61DAA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9282" w14:textId="77777777" w:rsidR="00611099" w:rsidRPr="00EB1F4A" w:rsidRDefault="00611099" w:rsidP="008838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67D6" w14:textId="77777777" w:rsidR="00611099" w:rsidRPr="00EB1F4A" w:rsidRDefault="00611099" w:rsidP="008838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31B7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3C22236F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4D8328BD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A90C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43A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213A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43988716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324E5C4D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EBB05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78EC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C1DD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625A03BD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6A0D6CD5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CC5E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F630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4037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71587856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2615FECA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0F4F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FAB3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9D4B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6CBCE7D0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1C8C2DC5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856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1F4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1F4A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A3A0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F670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7044DAD6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11099" w:rsidRPr="00EB1F4A" w14:paraId="3DFC0F1B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92F1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001E" w14:textId="77777777" w:rsidR="00611099" w:rsidRPr="00EB1F4A" w:rsidRDefault="00611099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4D32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5EC1703F" w14:textId="77777777" w:rsidR="00611099" w:rsidRPr="00EB1F4A" w:rsidRDefault="00611099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3401A" w:rsidRPr="00EB1F4A" w14:paraId="5CD6C1C0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6012" w14:textId="77777777" w:rsidR="0083401A" w:rsidRPr="00EB1F4A" w:rsidRDefault="0083401A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3D2C" w14:textId="77777777" w:rsidR="0083401A" w:rsidRPr="00EB1F4A" w:rsidRDefault="0083401A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A863" w14:textId="77777777" w:rsidR="0083401A" w:rsidRPr="00EB1F4A" w:rsidRDefault="0083401A" w:rsidP="007467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4C11AAEA" w14:textId="77777777" w:rsidR="0083401A" w:rsidRPr="00EB1F4A" w:rsidRDefault="0083401A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3401A" w:rsidRPr="00EB1F4A" w14:paraId="72FA40CB" w14:textId="77777777" w:rsidTr="0061109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CE6C" w14:textId="77777777" w:rsidR="0083401A" w:rsidRPr="00EB1F4A" w:rsidRDefault="0083401A" w:rsidP="0067424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DFC0" w14:textId="77777777" w:rsidR="0083401A" w:rsidRPr="00EB1F4A" w:rsidRDefault="0083401A" w:rsidP="006742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praca projektowa, praca w grupach, dyskusja,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8C6A" w14:textId="77777777" w:rsidR="0083401A" w:rsidRPr="00EB1F4A" w:rsidRDefault="0083401A" w:rsidP="007467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B1F4A">
              <w:rPr>
                <w:rFonts w:ascii="Corbel" w:hAnsi="Corbel"/>
                <w:b w:val="0"/>
                <w:szCs w:val="24"/>
              </w:rPr>
              <w:t>warsztaty</w:t>
            </w:r>
          </w:p>
          <w:p w14:paraId="640D72CE" w14:textId="77777777" w:rsidR="0083401A" w:rsidRPr="00EB1F4A" w:rsidRDefault="0083401A" w:rsidP="006110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0594A489" w14:textId="77777777" w:rsidR="00923D7D" w:rsidRPr="00EB1F4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8C7C1" w14:textId="77777777" w:rsidR="0085747A" w:rsidRPr="00EB1F4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4.2 </w:t>
      </w:r>
      <w:r w:rsidR="0085747A" w:rsidRPr="00EB1F4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B1F4A">
        <w:rPr>
          <w:rFonts w:ascii="Corbel" w:hAnsi="Corbel"/>
          <w:smallCaps w:val="0"/>
          <w:szCs w:val="24"/>
        </w:rPr>
        <w:t xml:space="preserve"> </w:t>
      </w:r>
    </w:p>
    <w:p w14:paraId="5E94027D" w14:textId="77777777" w:rsidR="00923D7D" w:rsidRPr="00EB1F4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1F4A" w14:paraId="6345F3AF" w14:textId="77777777" w:rsidTr="00923D7D">
        <w:tc>
          <w:tcPr>
            <w:tcW w:w="9670" w:type="dxa"/>
          </w:tcPr>
          <w:p w14:paraId="6F306B45" w14:textId="77777777" w:rsidR="00674247" w:rsidRPr="00EB1F4A" w:rsidRDefault="00674247" w:rsidP="006742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- aktywne uczestnictwo w zajęciach - p</w:t>
            </w:r>
            <w:r w:rsidRPr="00EB1F4A">
              <w:rPr>
                <w:rFonts w:ascii="Corbel" w:hAnsi="Corbel"/>
                <w:b w:val="0"/>
                <w:bCs/>
                <w:smallCaps w:val="0"/>
                <w:szCs w:val="24"/>
              </w:rPr>
              <w:t>raca w grupach - symulacja zajęć - dyskusja.</w:t>
            </w:r>
          </w:p>
          <w:p w14:paraId="2F902B8E" w14:textId="77777777" w:rsidR="0085747A" w:rsidRPr="00EB1F4A" w:rsidRDefault="00674247" w:rsidP="008B4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- przygotowanie pracy projektowej </w:t>
            </w:r>
            <w:r w:rsidR="00A665A8" w:rsidRPr="00EB1F4A">
              <w:rPr>
                <w:rFonts w:ascii="Corbel" w:hAnsi="Corbel"/>
                <w:b w:val="0"/>
                <w:smallCaps w:val="0"/>
                <w:szCs w:val="24"/>
              </w:rPr>
              <w:t>(opracowanie warsztatu zajęć z biblioterapii, uwzględniając specyfikę funkcjonowania osób z niepełnosprawnością intelektualną).</w:t>
            </w:r>
          </w:p>
          <w:p w14:paraId="48E3B93B" w14:textId="77777777" w:rsidR="0025357F" w:rsidRPr="00EB1F4A" w:rsidRDefault="0025357F" w:rsidP="008B4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- ocenianie w sposób tradycyjny</w:t>
            </w:r>
          </w:p>
        </w:tc>
      </w:tr>
    </w:tbl>
    <w:p w14:paraId="0DA265F5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2E1244" w14:textId="77777777" w:rsidR="009F4610" w:rsidRPr="00EB1F4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B1F4A">
        <w:rPr>
          <w:rFonts w:ascii="Corbel" w:hAnsi="Corbel"/>
          <w:b/>
          <w:sz w:val="24"/>
          <w:szCs w:val="24"/>
        </w:rPr>
        <w:t xml:space="preserve">5. </w:t>
      </w:r>
      <w:r w:rsidR="00C61DC5" w:rsidRPr="00EB1F4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7F7F43" w14:textId="77777777" w:rsidR="0085747A" w:rsidRPr="00EB1F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B1F4A" w14:paraId="229FC0BB" w14:textId="77777777" w:rsidTr="003E1941">
        <w:tc>
          <w:tcPr>
            <w:tcW w:w="4962" w:type="dxa"/>
            <w:vAlign w:val="center"/>
          </w:tcPr>
          <w:p w14:paraId="6A420EE5" w14:textId="77777777" w:rsidR="0085747A" w:rsidRPr="00EB1F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1F4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B1F4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B1F4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425411" w14:textId="77777777" w:rsidR="0085747A" w:rsidRPr="00EB1F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1F4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B1F4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B1F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B1F4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B1F4A" w14:paraId="6D9DC640" w14:textId="77777777" w:rsidTr="00923D7D">
        <w:tc>
          <w:tcPr>
            <w:tcW w:w="4962" w:type="dxa"/>
          </w:tcPr>
          <w:p w14:paraId="65B19462" w14:textId="77777777" w:rsidR="0085747A" w:rsidRPr="00EB1F4A" w:rsidRDefault="00C61DC5" w:rsidP="00935A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G</w:t>
            </w:r>
            <w:r w:rsidR="0085747A" w:rsidRPr="00EB1F4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B1F4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B1F4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B1F4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966B43" w14:textId="5F7E8FAB" w:rsidR="0085747A" w:rsidRPr="00EB1F4A" w:rsidRDefault="00BB4953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B1F4A" w14:paraId="62711145" w14:textId="77777777" w:rsidTr="00923D7D">
        <w:tc>
          <w:tcPr>
            <w:tcW w:w="4962" w:type="dxa"/>
          </w:tcPr>
          <w:p w14:paraId="58CB6814" w14:textId="77777777" w:rsidR="00C61DC5" w:rsidRPr="00EB1F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B1F4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64B796" w14:textId="77777777" w:rsidR="00C61DC5" w:rsidRPr="00EB1F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8E3B3AF" w14:textId="77777777" w:rsidR="00C61DC5" w:rsidRPr="00EB1F4A" w:rsidRDefault="00B321C2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B1F4A" w14:paraId="49E4E238" w14:textId="77777777" w:rsidTr="00923D7D">
        <w:tc>
          <w:tcPr>
            <w:tcW w:w="4962" w:type="dxa"/>
          </w:tcPr>
          <w:p w14:paraId="26B075F6" w14:textId="77777777" w:rsidR="0071620A" w:rsidRPr="00EB1F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55257F9" w14:textId="7972C1D8" w:rsidR="002A50B8" w:rsidRDefault="00C61DC5" w:rsidP="00B32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1998D52" w14:textId="47ADF882" w:rsidR="002A50B8" w:rsidRDefault="00B321C2" w:rsidP="00B32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5AAA1570" w14:textId="78235F33" w:rsidR="00C61DC5" w:rsidRPr="00EB1F4A" w:rsidRDefault="00B321C2" w:rsidP="00B32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przygotowanie pracy </w:t>
            </w:r>
            <w:r w:rsidR="000C0C2A" w:rsidRPr="00EB1F4A">
              <w:rPr>
                <w:rFonts w:ascii="Corbel" w:hAnsi="Corbel"/>
                <w:sz w:val="24"/>
                <w:szCs w:val="24"/>
              </w:rPr>
              <w:t>projektowej</w:t>
            </w:r>
          </w:p>
        </w:tc>
        <w:tc>
          <w:tcPr>
            <w:tcW w:w="4677" w:type="dxa"/>
          </w:tcPr>
          <w:p w14:paraId="5CCD04D7" w14:textId="77777777" w:rsidR="00C61DC5" w:rsidRDefault="00C61DC5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6CC1CD" w14:textId="77777777" w:rsidR="002A50B8" w:rsidRDefault="002A50B8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C194C1" w14:textId="621A16F6" w:rsidR="002A50B8" w:rsidRDefault="00BB4953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A50B8">
              <w:rPr>
                <w:rFonts w:ascii="Corbel" w:hAnsi="Corbel"/>
                <w:sz w:val="24"/>
                <w:szCs w:val="24"/>
              </w:rPr>
              <w:t>0</w:t>
            </w:r>
          </w:p>
          <w:p w14:paraId="3695D302" w14:textId="26E0369D" w:rsidR="002A50B8" w:rsidRDefault="00BB4953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A50B8">
              <w:rPr>
                <w:rFonts w:ascii="Corbel" w:hAnsi="Corbel"/>
                <w:sz w:val="24"/>
                <w:szCs w:val="24"/>
              </w:rPr>
              <w:t>0</w:t>
            </w:r>
          </w:p>
          <w:p w14:paraId="4A0556EF" w14:textId="48ED8CB8" w:rsidR="002A50B8" w:rsidRPr="00EB1F4A" w:rsidRDefault="002A50B8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B4953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EB1F4A" w14:paraId="3DE5A58F" w14:textId="77777777" w:rsidTr="00923D7D">
        <w:tc>
          <w:tcPr>
            <w:tcW w:w="4962" w:type="dxa"/>
          </w:tcPr>
          <w:p w14:paraId="6CC75E8D" w14:textId="77777777" w:rsidR="0085747A" w:rsidRPr="00EB1F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78329C1" w14:textId="77777777" w:rsidR="0085747A" w:rsidRPr="00EB1F4A" w:rsidRDefault="00611099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>10</w:t>
            </w:r>
            <w:r w:rsidR="00B321C2" w:rsidRPr="00EB1F4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EB1F4A" w14:paraId="62DDA3C4" w14:textId="77777777" w:rsidTr="00923D7D">
        <w:tc>
          <w:tcPr>
            <w:tcW w:w="4962" w:type="dxa"/>
          </w:tcPr>
          <w:p w14:paraId="2E0D2DA0" w14:textId="77777777" w:rsidR="0085747A" w:rsidRPr="00EB1F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B1F4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9C2253" w14:textId="77777777" w:rsidR="0085747A" w:rsidRPr="00EB1F4A" w:rsidRDefault="00B321C2" w:rsidP="006110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1F4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E07955" w14:textId="77777777" w:rsidR="0085747A" w:rsidRPr="00EB1F4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B1F4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B1F4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9B97A2" w14:textId="77777777" w:rsidR="003E1941" w:rsidRPr="00EB1F4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4EF1A" w14:textId="77777777" w:rsidR="00611099" w:rsidRPr="00EB1F4A" w:rsidRDefault="0061109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259CB3" w14:textId="77777777" w:rsidR="0085747A" w:rsidRPr="00EB1F4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6. </w:t>
      </w:r>
      <w:r w:rsidR="0085747A" w:rsidRPr="00EB1F4A">
        <w:rPr>
          <w:rFonts w:ascii="Corbel" w:hAnsi="Corbel"/>
          <w:smallCaps w:val="0"/>
          <w:szCs w:val="24"/>
        </w:rPr>
        <w:t>PRAKTYKI ZAWO</w:t>
      </w:r>
      <w:r w:rsidR="009D3F3B" w:rsidRPr="00EB1F4A">
        <w:rPr>
          <w:rFonts w:ascii="Corbel" w:hAnsi="Corbel"/>
          <w:smallCaps w:val="0"/>
          <w:szCs w:val="24"/>
        </w:rPr>
        <w:t>DOWE W RAMACH PRZEDMIOTU</w:t>
      </w:r>
    </w:p>
    <w:p w14:paraId="20F95A5E" w14:textId="77777777" w:rsidR="0085747A" w:rsidRPr="00EB1F4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EB1F4A" w14:paraId="3169ABFE" w14:textId="77777777" w:rsidTr="00611099">
        <w:trPr>
          <w:trHeight w:val="397"/>
        </w:trPr>
        <w:tc>
          <w:tcPr>
            <w:tcW w:w="4111" w:type="dxa"/>
          </w:tcPr>
          <w:p w14:paraId="190C8BBD" w14:textId="77777777" w:rsidR="0085747A" w:rsidRPr="00EB1F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1597EFF" w14:textId="77777777" w:rsidR="0085747A" w:rsidRPr="00EB1F4A" w:rsidRDefault="00C93862" w:rsidP="00C9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B1F4A" w14:paraId="2D561904" w14:textId="77777777" w:rsidTr="00611099">
        <w:trPr>
          <w:trHeight w:val="397"/>
        </w:trPr>
        <w:tc>
          <w:tcPr>
            <w:tcW w:w="4111" w:type="dxa"/>
          </w:tcPr>
          <w:p w14:paraId="3DF80152" w14:textId="77777777" w:rsidR="0085747A" w:rsidRPr="00EB1F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E577CA8" w14:textId="77777777" w:rsidR="0085747A" w:rsidRPr="00EB1F4A" w:rsidRDefault="00C93862" w:rsidP="00C9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B0A7C27" w14:textId="77777777" w:rsidR="003E1941" w:rsidRPr="00EB1F4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49CBDF" w14:textId="77777777" w:rsidR="0085747A" w:rsidRPr="00EB1F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1F4A">
        <w:rPr>
          <w:rFonts w:ascii="Corbel" w:hAnsi="Corbel"/>
          <w:smallCaps w:val="0"/>
          <w:szCs w:val="24"/>
        </w:rPr>
        <w:t xml:space="preserve">7. </w:t>
      </w:r>
      <w:r w:rsidR="0085747A" w:rsidRPr="00EB1F4A">
        <w:rPr>
          <w:rFonts w:ascii="Corbel" w:hAnsi="Corbel"/>
          <w:smallCaps w:val="0"/>
          <w:szCs w:val="24"/>
        </w:rPr>
        <w:t>LITERATURA</w:t>
      </w:r>
      <w:r w:rsidRPr="00EB1F4A">
        <w:rPr>
          <w:rFonts w:ascii="Corbel" w:hAnsi="Corbel"/>
          <w:smallCaps w:val="0"/>
          <w:szCs w:val="24"/>
        </w:rPr>
        <w:t xml:space="preserve"> </w:t>
      </w:r>
    </w:p>
    <w:p w14:paraId="761EEC78" w14:textId="77777777" w:rsidR="00675843" w:rsidRPr="00EB1F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1F4A" w14:paraId="49991EEE" w14:textId="77777777" w:rsidTr="00C93862">
        <w:trPr>
          <w:trHeight w:val="397"/>
        </w:trPr>
        <w:tc>
          <w:tcPr>
            <w:tcW w:w="9639" w:type="dxa"/>
          </w:tcPr>
          <w:p w14:paraId="1B62BC38" w14:textId="77777777" w:rsidR="0085747A" w:rsidRPr="00EB1F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DB774D" w14:textId="77777777" w:rsidR="00B321C2" w:rsidRPr="00EB1F4A" w:rsidRDefault="00B321C2" w:rsidP="00C93862">
            <w:pPr>
              <w:pStyle w:val="Tekstprzypisudolnego"/>
              <w:numPr>
                <w:ilvl w:val="0"/>
                <w:numId w:val="2"/>
              </w:numPr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Korońska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A. (2001):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 xml:space="preserve">Formy pracy z tekstem literackim wśród dzieci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br/>
              <w:t>z upośledzeniem umysłowym w stopniu lekki.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W: </w:t>
            </w:r>
            <w:r w:rsidRPr="00EB1F4A">
              <w:rPr>
                <w:rFonts w:ascii="Corbel" w:hAnsi="Corbel"/>
                <w:iCs/>
                <w:spacing w:val="-5"/>
                <w:sz w:val="24"/>
                <w:szCs w:val="24"/>
              </w:rPr>
              <w:t xml:space="preserve">Biblioterapia i czytelnictwo w środowiskach osób niepełnosprawnych. </w:t>
            </w:r>
            <w:r w:rsidRPr="00EB1F4A">
              <w:rPr>
                <w:rFonts w:ascii="Corbel" w:hAnsi="Corbel"/>
                <w:iCs/>
                <w:spacing w:val="-1"/>
                <w:sz w:val="24"/>
                <w:szCs w:val="24"/>
              </w:rPr>
              <w:t xml:space="preserve">Zbiór studiów. Red. </w:t>
            </w:r>
            <w:r w:rsidRPr="00EB1F4A">
              <w:rPr>
                <w:rFonts w:ascii="Corbel" w:hAnsi="Corbel"/>
                <w:spacing w:val="-1"/>
                <w:sz w:val="24"/>
                <w:szCs w:val="24"/>
              </w:rPr>
              <w:t>B. Woźniczki-Paruzel. Wydawnictwo Uniwersytetu Mikołaja Kopernika w Toruniu, Toruń s. 113-125.</w:t>
            </w:r>
          </w:p>
          <w:p w14:paraId="3F7C9F56" w14:textId="77777777" w:rsidR="00B321C2" w:rsidRPr="00EB1F4A" w:rsidRDefault="00B321C2" w:rsidP="00C93862">
            <w:pPr>
              <w:pStyle w:val="Tekstprzypisudolnego"/>
              <w:numPr>
                <w:ilvl w:val="0"/>
                <w:numId w:val="2"/>
              </w:numPr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Łaba A. (2007):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Rewalidacyjny wymiar biblioterapii na przykładzie upośledzonej młodzieży niedostosowanej społecznie</w:t>
            </w:r>
            <w:r w:rsidRPr="00EB1F4A">
              <w:rPr>
                <w:rFonts w:ascii="Corbel" w:hAnsi="Corbel"/>
                <w:sz w:val="24"/>
                <w:szCs w:val="24"/>
              </w:rPr>
              <w:t>. W: Pedagogika i jej pogranicza. Red. I. Gembalczyk.  PWSZ w Raciborzu, Racibórz s. 157-160.</w:t>
            </w:r>
          </w:p>
          <w:p w14:paraId="2AF98255" w14:textId="77777777" w:rsidR="00B321C2" w:rsidRPr="00EB1F4A" w:rsidRDefault="00B321C2" w:rsidP="00C93862">
            <w:pPr>
              <w:pStyle w:val="Tekstprzypisudolnego"/>
              <w:numPr>
                <w:ilvl w:val="0"/>
                <w:numId w:val="2"/>
              </w:numPr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Łaba A. (2008):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Książka w terapii dzieci i młodzieży o zaburzonym zachowaniu</w:t>
            </w:r>
            <w:r w:rsidRPr="00EB1F4A">
              <w:rPr>
                <w:rFonts w:ascii="Corbel" w:hAnsi="Corbel"/>
                <w:sz w:val="24"/>
                <w:szCs w:val="24"/>
              </w:rPr>
              <w:t>. W: Współczesne problemy pedagogiki specjalnej. Dyskursy pedagogiki specjalnej. Red. U. Bartnikowska, Cz. Kosakowski, A. Krause. Wydawnictwo Uniwersytetu Warmińsko - Mazurskiego w Olsztynie, Olsztyn s. 425-429.</w:t>
            </w:r>
          </w:p>
          <w:p w14:paraId="4109B36C" w14:textId="77777777" w:rsidR="00B321C2" w:rsidRPr="00EB1F4A" w:rsidRDefault="00B321C2" w:rsidP="00C93862">
            <w:pPr>
              <w:pStyle w:val="Tekstprzypisudolnego"/>
              <w:numPr>
                <w:ilvl w:val="0"/>
                <w:numId w:val="2"/>
              </w:numPr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Łaba A. (2010):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Bajki rymowane w biblioterapii</w:t>
            </w:r>
            <w:r w:rsidRPr="00EB1F4A">
              <w:rPr>
                <w:rFonts w:ascii="Corbel" w:hAnsi="Corbel"/>
                <w:sz w:val="24"/>
                <w:szCs w:val="24"/>
              </w:rPr>
              <w:t>. Oficyna Wydawnicza „Impuls”, Kraków, (Wyd. I; Wyd. II).</w:t>
            </w:r>
          </w:p>
          <w:p w14:paraId="2C350715" w14:textId="77777777" w:rsidR="00B321C2" w:rsidRDefault="00B321C2" w:rsidP="00C93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Łaba A.: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Zastosowanie biblioterapii w kształtowaniu zachowań przystosowawczych uczniów z upośledzeniem umysłowym w stopniu lekkim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, Wyd. UMCS, </w:t>
            </w:r>
            <w:r w:rsidR="00C93862" w:rsidRPr="00EB1F4A">
              <w:rPr>
                <w:rFonts w:ascii="Corbel" w:hAnsi="Corbel"/>
                <w:sz w:val="24"/>
                <w:szCs w:val="24"/>
              </w:rPr>
              <w:t>Lublin</w:t>
            </w:r>
            <w:r w:rsidRPr="00EB1F4A">
              <w:rPr>
                <w:rFonts w:ascii="Corbel" w:hAnsi="Corbel"/>
                <w:sz w:val="24"/>
                <w:szCs w:val="24"/>
              </w:rPr>
              <w:t>.</w:t>
            </w:r>
          </w:p>
          <w:p w14:paraId="095D8A19" w14:textId="77777777" w:rsidR="006444AE" w:rsidRPr="00EB1F4A" w:rsidRDefault="006444AE" w:rsidP="00C93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Łaba A., (2010): </w:t>
            </w:r>
            <w:r w:rsidRPr="006444AE">
              <w:rPr>
                <w:i/>
                <w:iCs/>
              </w:rPr>
              <w:t>Biblioterapia i jej wpływ na poziom wiedzy o książce i nastawienia czytelnicze – czyli o czytelnictwie wśród dzieci upośledzonych umysłowo w stopniu lekkim na przykładzie badań własnych.</w:t>
            </w:r>
            <w:r w:rsidRPr="00430764">
              <w:t xml:space="preserve"> „Lubelski Rocznik Pedagogiczny”, Wydawnictwo Uniwersytetu Marii Curie-Skłodowskiej, T. XXIX</w:t>
            </w:r>
            <w:r>
              <w:t xml:space="preserve">, </w:t>
            </w:r>
            <w:r w:rsidRPr="00430764">
              <w:t xml:space="preserve">s. 207-217. </w:t>
            </w:r>
          </w:p>
          <w:p w14:paraId="64878FE9" w14:textId="77777777" w:rsidR="00B321C2" w:rsidRDefault="00B321C2" w:rsidP="00C93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M.(1998):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 xml:space="preserve">Bajki terapeutyczne dla dzieci. </w:t>
            </w:r>
            <w:r w:rsidRPr="00EB1F4A">
              <w:rPr>
                <w:rFonts w:ascii="Corbel" w:hAnsi="Corbel"/>
                <w:sz w:val="24"/>
                <w:szCs w:val="24"/>
              </w:rPr>
              <w:t>Leszno.</w:t>
            </w:r>
          </w:p>
          <w:p w14:paraId="3FA8CBA4" w14:textId="77777777" w:rsidR="009A3068" w:rsidRPr="00EB1F4A" w:rsidRDefault="009A3068" w:rsidP="00C9386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9A3068">
              <w:rPr>
                <w:rFonts w:ascii="Corbel" w:hAnsi="Corbel"/>
                <w:sz w:val="24"/>
                <w:szCs w:val="24"/>
              </w:rPr>
              <w:t>Wybrane artykuły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B1F4A" w14:paraId="3E2CAFE4" w14:textId="77777777" w:rsidTr="00C93862">
        <w:trPr>
          <w:trHeight w:val="397"/>
        </w:trPr>
        <w:tc>
          <w:tcPr>
            <w:tcW w:w="9639" w:type="dxa"/>
          </w:tcPr>
          <w:p w14:paraId="12446DD3" w14:textId="77777777" w:rsidR="0085747A" w:rsidRPr="00EB1F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F4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35F790" w14:textId="77777777" w:rsidR="00B321C2" w:rsidRPr="00EB1F4A" w:rsidRDefault="00B321C2" w:rsidP="0032676C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Borecka I. (2004):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Z motylem w tle. O baśni w biblioterapii i terapii pedagogicznej</w:t>
            </w:r>
            <w:r w:rsidRPr="00EB1F4A">
              <w:rPr>
                <w:rFonts w:ascii="Corbel" w:hAnsi="Corbel"/>
                <w:sz w:val="24"/>
                <w:szCs w:val="24"/>
              </w:rPr>
              <w:t>. Wydawnictwo Państwowej Wyższej Szkoły Zawodowej w Wałbrzychu, Wałbrzych.</w:t>
            </w:r>
          </w:p>
          <w:p w14:paraId="3F674D31" w14:textId="77777777" w:rsidR="00B321C2" w:rsidRPr="00EB1F4A" w:rsidRDefault="00B321C2" w:rsidP="0032676C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Bot J. (2008):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Terapia bajką.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 „Wychowanie w Przedszkolu”. Nr 5 s. 53-56.</w:t>
            </w:r>
          </w:p>
          <w:p w14:paraId="790930A2" w14:textId="77777777" w:rsidR="00B321C2" w:rsidRDefault="00B321C2" w:rsidP="0032676C">
            <w:pPr>
              <w:pStyle w:val="Tekstprzypisudolnego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Konieczna E. J. (2006):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 xml:space="preserve">Biblioterapia w praktyce. Poradnik dla nauczycieli, wychowawców i terapeutów. </w:t>
            </w:r>
            <w:r w:rsidRPr="00EB1F4A">
              <w:rPr>
                <w:rFonts w:ascii="Corbel" w:hAnsi="Corbel"/>
                <w:sz w:val="24"/>
                <w:szCs w:val="24"/>
              </w:rPr>
              <w:t>Oficyna Wydawnicza „Impuls”, Kraków.</w:t>
            </w:r>
          </w:p>
          <w:p w14:paraId="709B9CE7" w14:textId="77777777" w:rsidR="0032676C" w:rsidRPr="0032676C" w:rsidRDefault="0032676C" w:rsidP="003267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Kramarczyk E. (2007):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Bajki szczególne, bajki terapeutyczne</w:t>
            </w:r>
            <w:r w:rsidRPr="00EB1F4A">
              <w:rPr>
                <w:rFonts w:ascii="Corbel" w:hAnsi="Corbel"/>
                <w:sz w:val="24"/>
                <w:szCs w:val="24"/>
              </w:rPr>
              <w:t>. ,,Życie Szkoły”. Nr 10 s. 10-13.</w:t>
            </w:r>
          </w:p>
          <w:p w14:paraId="1CDF330B" w14:textId="77777777" w:rsidR="00B321C2" w:rsidRDefault="00B321C2" w:rsidP="003267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B1F4A">
              <w:rPr>
                <w:rFonts w:ascii="Corbel" w:hAnsi="Corbel"/>
                <w:sz w:val="24"/>
                <w:szCs w:val="24"/>
              </w:rPr>
              <w:t xml:space="preserve">Kruszewski T. (2006):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Biblioterapia w działaniach placówek opiekuńczo wychowawczych</w:t>
            </w:r>
            <w:r w:rsidRPr="00EB1F4A">
              <w:rPr>
                <w:rFonts w:ascii="Corbel" w:hAnsi="Corbel"/>
                <w:sz w:val="24"/>
                <w:szCs w:val="24"/>
              </w:rPr>
              <w:t xml:space="preserve">. Wydawnictwo Edukacyjne Akapit, Toruń. </w:t>
            </w:r>
          </w:p>
          <w:p w14:paraId="39B600D7" w14:textId="77777777" w:rsidR="00730C19" w:rsidRDefault="00730C19" w:rsidP="003267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Łaba A., (2015): </w:t>
            </w:r>
            <w:r w:rsidRPr="00730C19">
              <w:rPr>
                <w:i/>
                <w:iCs/>
              </w:rPr>
              <w:t>Biblioterapia w pracy z dziećmi o specjalnych potrzebach edukacyjnych (na przykładzie uczniów z niepełnosprawnością intelektualną w stopniu lekkim</w:t>
            </w:r>
            <w:r w:rsidRPr="00430764">
              <w:t>. W: A. Glińska-Lachowicz (red.): Arteterapia w nauce i praktyce.  Teoria – rozwój- możliwości, Wyd. Uniwersytet Opolski, Opole</w:t>
            </w:r>
            <w:r>
              <w:t xml:space="preserve">, </w:t>
            </w:r>
            <w:r w:rsidRPr="00430764">
              <w:t>s. 169-186</w:t>
            </w:r>
            <w:r>
              <w:t>.</w:t>
            </w:r>
          </w:p>
          <w:p w14:paraId="164B1BC3" w14:textId="77777777" w:rsidR="00B17072" w:rsidRPr="00710A0E" w:rsidRDefault="00B17072" w:rsidP="003267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Łaba A. (2018): </w:t>
            </w:r>
            <w:proofErr w:type="spellStart"/>
            <w:r w:rsidRPr="00B17072">
              <w:rPr>
                <w:i/>
                <w:iCs/>
              </w:rPr>
              <w:t>Multisensoryczne</w:t>
            </w:r>
            <w:proofErr w:type="spellEnd"/>
            <w:r w:rsidRPr="00B17072">
              <w:rPr>
                <w:i/>
                <w:iCs/>
              </w:rPr>
              <w:t xml:space="preserve"> opowieści jako narzędzie kształtowania zachowań społecznych dzieci z autyzmem w młodszym wieku szkolnym</w:t>
            </w:r>
            <w:r w:rsidRPr="00430764">
              <w:t>. „Forum pedagogiczne”, 2</w:t>
            </w:r>
            <w:r>
              <w:t xml:space="preserve">, </w:t>
            </w:r>
            <w:r w:rsidRPr="00430764">
              <w:t>s. 111-122.</w:t>
            </w:r>
          </w:p>
          <w:p w14:paraId="5A74D1A5" w14:textId="77777777" w:rsidR="00730C19" w:rsidRPr="00EB1F4A" w:rsidRDefault="00730C19" w:rsidP="003267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t>Łaba -</w:t>
            </w:r>
            <w:proofErr w:type="spellStart"/>
            <w:r>
              <w:t>Hornecka</w:t>
            </w:r>
            <w:proofErr w:type="spellEnd"/>
            <w:r>
              <w:t xml:space="preserve"> A., (2017):</w:t>
            </w:r>
            <w:r w:rsidRPr="00430764">
              <w:t xml:space="preserve"> </w:t>
            </w:r>
            <w:r w:rsidRPr="00944DBA">
              <w:rPr>
                <w:i/>
                <w:iCs/>
              </w:rPr>
              <w:t xml:space="preserve">Zachowania społeczne dzieci z niepełnosprawnością intelektualną w stopniu lekkim (z badań nad zastosowaniem Story </w:t>
            </w:r>
            <w:proofErr w:type="spellStart"/>
            <w:r w:rsidRPr="00944DBA">
              <w:rPr>
                <w:i/>
                <w:iCs/>
              </w:rPr>
              <w:t>Sacks</w:t>
            </w:r>
            <w:proofErr w:type="spellEnd"/>
            <w:r w:rsidRPr="00944DBA">
              <w:rPr>
                <w:i/>
                <w:iCs/>
              </w:rPr>
              <w:t xml:space="preserve"> jako narzędzia wspomagającego pracę z dziećmi z niepełnosprawnością intelektualną)</w:t>
            </w:r>
            <w:r w:rsidRPr="00430764">
              <w:rPr>
                <w:bCs/>
                <w:lang w:eastAsia="en-GB"/>
              </w:rPr>
              <w:t xml:space="preserve"> </w:t>
            </w:r>
            <w:r w:rsidRPr="00430764">
              <w:t>“Niepełnosprawność i Rehabilitacja”, Nr 3,</w:t>
            </w:r>
            <w:r>
              <w:t xml:space="preserve"> </w:t>
            </w:r>
            <w:r w:rsidRPr="00430764">
              <w:t>s. 20-33.</w:t>
            </w:r>
          </w:p>
          <w:p w14:paraId="4E9B7D8F" w14:textId="77777777" w:rsidR="00B321C2" w:rsidRPr="00EB1F4A" w:rsidRDefault="00B321C2" w:rsidP="0032676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F4A">
              <w:rPr>
                <w:rFonts w:ascii="Corbel" w:hAnsi="Corbel"/>
                <w:sz w:val="24"/>
                <w:szCs w:val="24"/>
              </w:rPr>
              <w:t>Molicka</w:t>
            </w:r>
            <w:proofErr w:type="spellEnd"/>
            <w:r w:rsidRPr="00EB1F4A">
              <w:rPr>
                <w:rFonts w:ascii="Corbel" w:hAnsi="Corbel"/>
                <w:sz w:val="24"/>
                <w:szCs w:val="24"/>
              </w:rPr>
              <w:t xml:space="preserve"> M. (2005): </w:t>
            </w:r>
            <w:r w:rsidRPr="00EB1F4A">
              <w:rPr>
                <w:rFonts w:ascii="Corbel" w:hAnsi="Corbel"/>
                <w:i/>
                <w:sz w:val="24"/>
                <w:szCs w:val="24"/>
              </w:rPr>
              <w:t>Baśń i bajka w terapii dzieci z zaburzeniami depresyjnymi</w:t>
            </w:r>
            <w:r w:rsidRPr="00EB1F4A">
              <w:rPr>
                <w:rFonts w:ascii="Corbel" w:hAnsi="Corbel"/>
                <w:sz w:val="24"/>
                <w:szCs w:val="24"/>
              </w:rPr>
              <w:t>. Cz. 2. „Remedium’. Nr 4 s. 8-9.</w:t>
            </w:r>
          </w:p>
        </w:tc>
      </w:tr>
    </w:tbl>
    <w:p w14:paraId="5364889B" w14:textId="77777777" w:rsidR="0085747A" w:rsidRPr="00EB1F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986C9" w14:textId="77777777" w:rsidR="0085747A" w:rsidRPr="00EB1F4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14BD1C" w14:textId="77777777" w:rsidR="0085747A" w:rsidRPr="00EB1F4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B1F4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CA7D12E" w14:textId="77777777" w:rsidR="009D1C7F" w:rsidRPr="00EB1F4A" w:rsidRDefault="009D1C7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10D536" w14:textId="77777777" w:rsidR="009D1C7F" w:rsidRPr="00EB1F4A" w:rsidRDefault="009D1C7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D04A11" w14:textId="77777777" w:rsidR="009D1C7F" w:rsidRPr="00EB1F4A" w:rsidRDefault="009D1C7F" w:rsidP="009D1C7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D1C7F" w:rsidRPr="00EB1F4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3A5D1" w14:textId="77777777" w:rsidR="00B34754" w:rsidRDefault="00B34754" w:rsidP="00C16ABF">
      <w:pPr>
        <w:spacing w:after="0" w:line="240" w:lineRule="auto"/>
      </w:pPr>
      <w:r>
        <w:separator/>
      </w:r>
    </w:p>
  </w:endnote>
  <w:endnote w:type="continuationSeparator" w:id="0">
    <w:p w14:paraId="386F822E" w14:textId="77777777" w:rsidR="00B34754" w:rsidRDefault="00B347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31994" w14:textId="77777777" w:rsidR="00B34754" w:rsidRDefault="00B34754" w:rsidP="00C16ABF">
      <w:pPr>
        <w:spacing w:after="0" w:line="240" w:lineRule="auto"/>
      </w:pPr>
      <w:r>
        <w:separator/>
      </w:r>
    </w:p>
  </w:footnote>
  <w:footnote w:type="continuationSeparator" w:id="0">
    <w:p w14:paraId="66AFF48F" w14:textId="77777777" w:rsidR="00B34754" w:rsidRDefault="00B34754" w:rsidP="00C16ABF">
      <w:pPr>
        <w:spacing w:after="0" w:line="240" w:lineRule="auto"/>
      </w:pPr>
      <w:r>
        <w:continuationSeparator/>
      </w:r>
    </w:p>
  </w:footnote>
  <w:footnote w:id="1">
    <w:p w14:paraId="7DF889B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0023E0"/>
    <w:multiLevelType w:val="hybridMultilevel"/>
    <w:tmpl w:val="E60621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374632"/>
    <w:multiLevelType w:val="hybridMultilevel"/>
    <w:tmpl w:val="3DB6DB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7213081">
    <w:abstractNumId w:val="0"/>
  </w:num>
  <w:num w:numId="2" w16cid:durableId="582570336">
    <w:abstractNumId w:val="2"/>
  </w:num>
  <w:num w:numId="3" w16cid:durableId="205134501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610"/>
    <w:rsid w:val="000077B4"/>
    <w:rsid w:val="00015B8F"/>
    <w:rsid w:val="0002251C"/>
    <w:rsid w:val="00022ECE"/>
    <w:rsid w:val="00042A51"/>
    <w:rsid w:val="00042D2E"/>
    <w:rsid w:val="00044C82"/>
    <w:rsid w:val="0005185A"/>
    <w:rsid w:val="00063015"/>
    <w:rsid w:val="00070ED6"/>
    <w:rsid w:val="000742DC"/>
    <w:rsid w:val="00084635"/>
    <w:rsid w:val="00084C12"/>
    <w:rsid w:val="0009462C"/>
    <w:rsid w:val="0009464A"/>
    <w:rsid w:val="00094B12"/>
    <w:rsid w:val="00095975"/>
    <w:rsid w:val="00096C46"/>
    <w:rsid w:val="000A296F"/>
    <w:rsid w:val="000A2A28"/>
    <w:rsid w:val="000A3CDF"/>
    <w:rsid w:val="000B0DF1"/>
    <w:rsid w:val="000B192D"/>
    <w:rsid w:val="000B28EE"/>
    <w:rsid w:val="000B3E37"/>
    <w:rsid w:val="000C0C2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349"/>
    <w:rsid w:val="001640A7"/>
    <w:rsid w:val="00164FA7"/>
    <w:rsid w:val="00166A03"/>
    <w:rsid w:val="001718A7"/>
    <w:rsid w:val="001737CF"/>
    <w:rsid w:val="00176083"/>
    <w:rsid w:val="00192F37"/>
    <w:rsid w:val="001A70D2"/>
    <w:rsid w:val="001C5082"/>
    <w:rsid w:val="001D657B"/>
    <w:rsid w:val="001D7B54"/>
    <w:rsid w:val="001E0209"/>
    <w:rsid w:val="001F2CA2"/>
    <w:rsid w:val="001F4C15"/>
    <w:rsid w:val="002144C0"/>
    <w:rsid w:val="002218E4"/>
    <w:rsid w:val="0022477D"/>
    <w:rsid w:val="002278A9"/>
    <w:rsid w:val="002336F9"/>
    <w:rsid w:val="002373E5"/>
    <w:rsid w:val="0024028F"/>
    <w:rsid w:val="00244ABC"/>
    <w:rsid w:val="0025357F"/>
    <w:rsid w:val="00281FF2"/>
    <w:rsid w:val="002857DE"/>
    <w:rsid w:val="00291567"/>
    <w:rsid w:val="002A22BF"/>
    <w:rsid w:val="002A2389"/>
    <w:rsid w:val="002A50B8"/>
    <w:rsid w:val="002A671D"/>
    <w:rsid w:val="002B4D55"/>
    <w:rsid w:val="002B5EA0"/>
    <w:rsid w:val="002B6119"/>
    <w:rsid w:val="002C1F06"/>
    <w:rsid w:val="002D3375"/>
    <w:rsid w:val="002D5D63"/>
    <w:rsid w:val="002D73D4"/>
    <w:rsid w:val="002F02A3"/>
    <w:rsid w:val="002F4ABE"/>
    <w:rsid w:val="003018BA"/>
    <w:rsid w:val="0030395F"/>
    <w:rsid w:val="00305C92"/>
    <w:rsid w:val="003151C5"/>
    <w:rsid w:val="0032676C"/>
    <w:rsid w:val="003343CF"/>
    <w:rsid w:val="00346FE9"/>
    <w:rsid w:val="0034759A"/>
    <w:rsid w:val="003503F6"/>
    <w:rsid w:val="003530DD"/>
    <w:rsid w:val="00363F78"/>
    <w:rsid w:val="003854C0"/>
    <w:rsid w:val="003A0A5B"/>
    <w:rsid w:val="003A1176"/>
    <w:rsid w:val="003C0BAE"/>
    <w:rsid w:val="003D18A9"/>
    <w:rsid w:val="003D6CE2"/>
    <w:rsid w:val="003E0E47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FA7"/>
    <w:rsid w:val="004706D1"/>
    <w:rsid w:val="00471326"/>
    <w:rsid w:val="004752D4"/>
    <w:rsid w:val="0047598D"/>
    <w:rsid w:val="004760BB"/>
    <w:rsid w:val="0047783D"/>
    <w:rsid w:val="004840FD"/>
    <w:rsid w:val="00486C93"/>
    <w:rsid w:val="00490F7D"/>
    <w:rsid w:val="00491678"/>
    <w:rsid w:val="004968E2"/>
    <w:rsid w:val="004A3EEA"/>
    <w:rsid w:val="004A4D1F"/>
    <w:rsid w:val="004D5282"/>
    <w:rsid w:val="004F1551"/>
    <w:rsid w:val="004F55A3"/>
    <w:rsid w:val="004F7E39"/>
    <w:rsid w:val="0050496F"/>
    <w:rsid w:val="00513B6F"/>
    <w:rsid w:val="00513F2F"/>
    <w:rsid w:val="00517C63"/>
    <w:rsid w:val="005344DD"/>
    <w:rsid w:val="005363C4"/>
    <w:rsid w:val="00536BDE"/>
    <w:rsid w:val="00543ACC"/>
    <w:rsid w:val="005558A4"/>
    <w:rsid w:val="0056696D"/>
    <w:rsid w:val="00586176"/>
    <w:rsid w:val="0059484D"/>
    <w:rsid w:val="005A0855"/>
    <w:rsid w:val="005A1025"/>
    <w:rsid w:val="005A3196"/>
    <w:rsid w:val="005C080F"/>
    <w:rsid w:val="005C55E5"/>
    <w:rsid w:val="005C696A"/>
    <w:rsid w:val="005E6E85"/>
    <w:rsid w:val="005F31D2"/>
    <w:rsid w:val="00604F2A"/>
    <w:rsid w:val="0061029B"/>
    <w:rsid w:val="00611099"/>
    <w:rsid w:val="00613BD4"/>
    <w:rsid w:val="00617230"/>
    <w:rsid w:val="00621CE1"/>
    <w:rsid w:val="0062471F"/>
    <w:rsid w:val="00626C71"/>
    <w:rsid w:val="00627FC9"/>
    <w:rsid w:val="006444AE"/>
    <w:rsid w:val="00647FA8"/>
    <w:rsid w:val="00650C5F"/>
    <w:rsid w:val="00654934"/>
    <w:rsid w:val="006620D9"/>
    <w:rsid w:val="00670255"/>
    <w:rsid w:val="00671958"/>
    <w:rsid w:val="00674247"/>
    <w:rsid w:val="00675843"/>
    <w:rsid w:val="00682DD7"/>
    <w:rsid w:val="00696477"/>
    <w:rsid w:val="006A5620"/>
    <w:rsid w:val="006D050F"/>
    <w:rsid w:val="006D6139"/>
    <w:rsid w:val="006D676C"/>
    <w:rsid w:val="006E5D65"/>
    <w:rsid w:val="006F1282"/>
    <w:rsid w:val="006F1FBC"/>
    <w:rsid w:val="006F31E2"/>
    <w:rsid w:val="0070406B"/>
    <w:rsid w:val="00706544"/>
    <w:rsid w:val="007072BA"/>
    <w:rsid w:val="00710A0E"/>
    <w:rsid w:val="00714E1C"/>
    <w:rsid w:val="00715729"/>
    <w:rsid w:val="0071620A"/>
    <w:rsid w:val="00724677"/>
    <w:rsid w:val="00725459"/>
    <w:rsid w:val="00730C19"/>
    <w:rsid w:val="007327BD"/>
    <w:rsid w:val="00734608"/>
    <w:rsid w:val="00745302"/>
    <w:rsid w:val="007461D6"/>
    <w:rsid w:val="00746EC8"/>
    <w:rsid w:val="00763BF1"/>
    <w:rsid w:val="00766FD4"/>
    <w:rsid w:val="00767A35"/>
    <w:rsid w:val="0078168C"/>
    <w:rsid w:val="00784D50"/>
    <w:rsid w:val="00787C2A"/>
    <w:rsid w:val="00790E27"/>
    <w:rsid w:val="007A265C"/>
    <w:rsid w:val="007A4022"/>
    <w:rsid w:val="007A6E6E"/>
    <w:rsid w:val="007B2AAA"/>
    <w:rsid w:val="007B7FDF"/>
    <w:rsid w:val="007C3299"/>
    <w:rsid w:val="007C3BCC"/>
    <w:rsid w:val="007C4546"/>
    <w:rsid w:val="007C4E9B"/>
    <w:rsid w:val="007D4885"/>
    <w:rsid w:val="007D6E56"/>
    <w:rsid w:val="007F4155"/>
    <w:rsid w:val="007F5ED0"/>
    <w:rsid w:val="0081554D"/>
    <w:rsid w:val="0081707E"/>
    <w:rsid w:val="0083401A"/>
    <w:rsid w:val="008449B3"/>
    <w:rsid w:val="00844F91"/>
    <w:rsid w:val="008552A2"/>
    <w:rsid w:val="0085747A"/>
    <w:rsid w:val="0088380A"/>
    <w:rsid w:val="00884922"/>
    <w:rsid w:val="00885F64"/>
    <w:rsid w:val="008917F9"/>
    <w:rsid w:val="00896CB2"/>
    <w:rsid w:val="008A45F7"/>
    <w:rsid w:val="008A6CFE"/>
    <w:rsid w:val="008B0B16"/>
    <w:rsid w:val="008B2950"/>
    <w:rsid w:val="008B4683"/>
    <w:rsid w:val="008C0CC0"/>
    <w:rsid w:val="008C19A9"/>
    <w:rsid w:val="008C379D"/>
    <w:rsid w:val="008C5147"/>
    <w:rsid w:val="008C5359"/>
    <w:rsid w:val="008C5363"/>
    <w:rsid w:val="008D3DFB"/>
    <w:rsid w:val="008D6491"/>
    <w:rsid w:val="008E4231"/>
    <w:rsid w:val="008E5522"/>
    <w:rsid w:val="008E64F4"/>
    <w:rsid w:val="008F12C9"/>
    <w:rsid w:val="008F4088"/>
    <w:rsid w:val="008F424A"/>
    <w:rsid w:val="008F6E29"/>
    <w:rsid w:val="00916188"/>
    <w:rsid w:val="009177CA"/>
    <w:rsid w:val="00923D7D"/>
    <w:rsid w:val="00935A84"/>
    <w:rsid w:val="00944277"/>
    <w:rsid w:val="00944DBA"/>
    <w:rsid w:val="009508DF"/>
    <w:rsid w:val="00950DAC"/>
    <w:rsid w:val="00954A07"/>
    <w:rsid w:val="00962F34"/>
    <w:rsid w:val="00997F14"/>
    <w:rsid w:val="009A3068"/>
    <w:rsid w:val="009A78D9"/>
    <w:rsid w:val="009C3E31"/>
    <w:rsid w:val="009C54AE"/>
    <w:rsid w:val="009C788E"/>
    <w:rsid w:val="009C79B8"/>
    <w:rsid w:val="009D1C7F"/>
    <w:rsid w:val="009D2024"/>
    <w:rsid w:val="009D2757"/>
    <w:rsid w:val="009D3F3B"/>
    <w:rsid w:val="009E0543"/>
    <w:rsid w:val="009E3B41"/>
    <w:rsid w:val="009E6E84"/>
    <w:rsid w:val="009F3C5C"/>
    <w:rsid w:val="009F4610"/>
    <w:rsid w:val="00A00ECC"/>
    <w:rsid w:val="00A05336"/>
    <w:rsid w:val="00A155EE"/>
    <w:rsid w:val="00A2245B"/>
    <w:rsid w:val="00A27437"/>
    <w:rsid w:val="00A30110"/>
    <w:rsid w:val="00A338B2"/>
    <w:rsid w:val="00A36899"/>
    <w:rsid w:val="00A371F6"/>
    <w:rsid w:val="00A42576"/>
    <w:rsid w:val="00A43BF6"/>
    <w:rsid w:val="00A53FA5"/>
    <w:rsid w:val="00A54817"/>
    <w:rsid w:val="00A601C8"/>
    <w:rsid w:val="00A60799"/>
    <w:rsid w:val="00A665A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72"/>
    <w:rsid w:val="00B22B5F"/>
    <w:rsid w:val="00B3130B"/>
    <w:rsid w:val="00B321C2"/>
    <w:rsid w:val="00B34754"/>
    <w:rsid w:val="00B359C5"/>
    <w:rsid w:val="00B40ADB"/>
    <w:rsid w:val="00B42149"/>
    <w:rsid w:val="00B43B77"/>
    <w:rsid w:val="00B43E80"/>
    <w:rsid w:val="00B47486"/>
    <w:rsid w:val="00B548D4"/>
    <w:rsid w:val="00B607DB"/>
    <w:rsid w:val="00B64268"/>
    <w:rsid w:val="00B66529"/>
    <w:rsid w:val="00B75946"/>
    <w:rsid w:val="00B8056E"/>
    <w:rsid w:val="00B819C8"/>
    <w:rsid w:val="00B82308"/>
    <w:rsid w:val="00B90885"/>
    <w:rsid w:val="00BA2D76"/>
    <w:rsid w:val="00BB4953"/>
    <w:rsid w:val="00BB520A"/>
    <w:rsid w:val="00BD2D1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971"/>
    <w:rsid w:val="00C26CB7"/>
    <w:rsid w:val="00C324C1"/>
    <w:rsid w:val="00C36992"/>
    <w:rsid w:val="00C56036"/>
    <w:rsid w:val="00C61DC5"/>
    <w:rsid w:val="00C63976"/>
    <w:rsid w:val="00C67E92"/>
    <w:rsid w:val="00C70A26"/>
    <w:rsid w:val="00C766DF"/>
    <w:rsid w:val="00C85B20"/>
    <w:rsid w:val="00C93862"/>
    <w:rsid w:val="00C94B98"/>
    <w:rsid w:val="00CA108E"/>
    <w:rsid w:val="00CA2990"/>
    <w:rsid w:val="00CA2B96"/>
    <w:rsid w:val="00CA34FA"/>
    <w:rsid w:val="00CA5089"/>
    <w:rsid w:val="00CD6897"/>
    <w:rsid w:val="00CE5BAC"/>
    <w:rsid w:val="00CF12B9"/>
    <w:rsid w:val="00CF25BE"/>
    <w:rsid w:val="00CF78ED"/>
    <w:rsid w:val="00D02B25"/>
    <w:rsid w:val="00D02EBA"/>
    <w:rsid w:val="00D02FA9"/>
    <w:rsid w:val="00D0567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F99"/>
    <w:rsid w:val="00D8678B"/>
    <w:rsid w:val="00DA2114"/>
    <w:rsid w:val="00DA39D3"/>
    <w:rsid w:val="00DA6EA9"/>
    <w:rsid w:val="00DD3ED3"/>
    <w:rsid w:val="00DE09C0"/>
    <w:rsid w:val="00DE4A14"/>
    <w:rsid w:val="00DE5C79"/>
    <w:rsid w:val="00DF320D"/>
    <w:rsid w:val="00DF71C8"/>
    <w:rsid w:val="00E07D88"/>
    <w:rsid w:val="00E129B8"/>
    <w:rsid w:val="00E21E7D"/>
    <w:rsid w:val="00E22FBC"/>
    <w:rsid w:val="00E24BF5"/>
    <w:rsid w:val="00E25338"/>
    <w:rsid w:val="00E51E44"/>
    <w:rsid w:val="00E63348"/>
    <w:rsid w:val="00E666AB"/>
    <w:rsid w:val="00E70649"/>
    <w:rsid w:val="00E742AA"/>
    <w:rsid w:val="00E77E88"/>
    <w:rsid w:val="00E8107D"/>
    <w:rsid w:val="00E91B2A"/>
    <w:rsid w:val="00E960BB"/>
    <w:rsid w:val="00EA196D"/>
    <w:rsid w:val="00EA2074"/>
    <w:rsid w:val="00EA3F4F"/>
    <w:rsid w:val="00EA4832"/>
    <w:rsid w:val="00EA4E9D"/>
    <w:rsid w:val="00EB1F4A"/>
    <w:rsid w:val="00EC4899"/>
    <w:rsid w:val="00ED03AB"/>
    <w:rsid w:val="00ED32D2"/>
    <w:rsid w:val="00EE0FC0"/>
    <w:rsid w:val="00EE32DE"/>
    <w:rsid w:val="00EE5457"/>
    <w:rsid w:val="00F070AB"/>
    <w:rsid w:val="00F10DB2"/>
    <w:rsid w:val="00F12AFD"/>
    <w:rsid w:val="00F17567"/>
    <w:rsid w:val="00F27A7B"/>
    <w:rsid w:val="00F526AF"/>
    <w:rsid w:val="00F617C3"/>
    <w:rsid w:val="00F7066B"/>
    <w:rsid w:val="00F83B28"/>
    <w:rsid w:val="00F8547D"/>
    <w:rsid w:val="00F9606D"/>
    <w:rsid w:val="00F974DA"/>
    <w:rsid w:val="00FA46E5"/>
    <w:rsid w:val="00FB7DBA"/>
    <w:rsid w:val="00FC1C25"/>
    <w:rsid w:val="00FC3F45"/>
    <w:rsid w:val="00FD503F"/>
    <w:rsid w:val="00FD555A"/>
    <w:rsid w:val="00FD7589"/>
    <w:rsid w:val="00FE163F"/>
    <w:rsid w:val="00FF016A"/>
    <w:rsid w:val="00FF1401"/>
    <w:rsid w:val="00FF54A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C720"/>
  <w15:docId w15:val="{327148D9-8305-4193-9D6A-C3F0E1D7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52D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8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8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8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4CDCB-9443-46F0-9E6D-80616A279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6</Pages>
  <Words>1594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</cp:revision>
  <cp:lastPrinted>2019-02-06T12:12:00Z</cp:lastPrinted>
  <dcterms:created xsi:type="dcterms:W3CDTF">2025-01-28T12:48:00Z</dcterms:created>
  <dcterms:modified xsi:type="dcterms:W3CDTF">2025-02-04T18:11:00Z</dcterms:modified>
</cp:coreProperties>
</file>